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D94" w:rsidRPr="00C16D94" w:rsidRDefault="00903DFF" w:rsidP="00903DFF">
      <w:pPr>
        <w:pStyle w:val="Heading1"/>
        <w:rPr>
          <w:rFonts w:asciiTheme="minorHAnsi" w:hAnsiTheme="minorHAnsi"/>
          <w:u w:val="single"/>
        </w:rPr>
      </w:pPr>
      <w:r w:rsidRPr="00C16D94">
        <w:rPr>
          <w:rFonts w:asciiTheme="minorHAnsi" w:hAnsiTheme="minorHAnsi"/>
          <w:u w:val="single"/>
        </w:rPr>
        <w:t>Unit 2</w:t>
      </w:r>
      <w:r w:rsidR="00C16D94" w:rsidRPr="00C16D94">
        <w:rPr>
          <w:rFonts w:asciiTheme="minorHAnsi" w:hAnsiTheme="minorHAnsi"/>
          <w:u w:val="single"/>
        </w:rPr>
        <w:t xml:space="preserve"> </w:t>
      </w:r>
      <w:r w:rsidR="00144D18">
        <w:rPr>
          <w:rFonts w:asciiTheme="minorHAnsi" w:hAnsiTheme="minorHAnsi"/>
          <w:u w:val="single"/>
        </w:rPr>
        <w:t>Foundation</w:t>
      </w:r>
    </w:p>
    <w:p w:rsidR="00903DFF" w:rsidRPr="00C16D94" w:rsidRDefault="00903DFF" w:rsidP="00903DFF">
      <w:pPr>
        <w:pStyle w:val="Heading1"/>
        <w:rPr>
          <w:rFonts w:asciiTheme="minorHAnsi" w:hAnsiTheme="minorHAnsi"/>
          <w:u w:val="single"/>
        </w:rPr>
      </w:pPr>
      <w:r w:rsidRPr="00C16D94">
        <w:rPr>
          <w:rFonts w:asciiTheme="minorHAnsi" w:hAnsiTheme="minorHAnsi"/>
          <w:u w:val="single"/>
        </w:rPr>
        <w:t>Last-minute Revision List</w:t>
      </w:r>
    </w:p>
    <w:p w:rsidR="00903DFF" w:rsidRPr="00C16D94" w:rsidRDefault="00903DFF" w:rsidP="00903DFF">
      <w:pPr>
        <w:spacing w:before="240"/>
        <w:rPr>
          <w:rFonts w:asciiTheme="minorHAnsi" w:hAnsiTheme="minorHAnsi"/>
        </w:rPr>
      </w:pPr>
      <w:r w:rsidRPr="00C16D94">
        <w:rPr>
          <w:rFonts w:asciiTheme="minorHAnsi" w:hAnsiTheme="minorHAnsi"/>
        </w:rPr>
        <w:t>This is a list of the topics you might want to look at over the final few days before the exam.</w:t>
      </w:r>
    </w:p>
    <w:p w:rsidR="00903DFF" w:rsidRPr="00C16D94" w:rsidRDefault="00903DFF" w:rsidP="00C16D94">
      <w:pPr>
        <w:jc w:val="center"/>
        <w:rPr>
          <w:rFonts w:asciiTheme="minorHAnsi" w:hAnsiTheme="minorHAnsi"/>
          <w:b/>
          <w:u w:val="single"/>
        </w:rPr>
      </w:pPr>
      <w:r w:rsidRPr="00C16D94">
        <w:rPr>
          <w:rFonts w:asciiTheme="minorHAnsi" w:hAnsiTheme="minorHAnsi"/>
          <w:b/>
          <w:highlight w:val="yellow"/>
          <w:u w:val="single"/>
        </w:rPr>
        <w:t>THIS IS A SUGGE</w:t>
      </w:r>
      <w:r w:rsidR="00C16D94" w:rsidRPr="00C16D94">
        <w:rPr>
          <w:rFonts w:asciiTheme="minorHAnsi" w:hAnsiTheme="minorHAnsi"/>
          <w:b/>
          <w:highlight w:val="yellow"/>
          <w:u w:val="single"/>
        </w:rPr>
        <w:t>STION OF WHAT MIGHT COME IN UNIT 2</w:t>
      </w:r>
    </w:p>
    <w:p w:rsidR="00903DFF" w:rsidRPr="00C16D94" w:rsidRDefault="00903DFF" w:rsidP="00903DFF">
      <w:pPr>
        <w:rPr>
          <w:rFonts w:asciiTheme="minorHAnsi" w:hAnsiTheme="minorHAnsi"/>
        </w:rPr>
      </w:pPr>
    </w:p>
    <w:tbl>
      <w:tblPr>
        <w:tblW w:w="94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701"/>
        <w:gridCol w:w="1984"/>
        <w:gridCol w:w="1843"/>
        <w:gridCol w:w="1418"/>
        <w:gridCol w:w="1418"/>
      </w:tblGrid>
      <w:tr w:rsidR="00C16D94" w:rsidRPr="00C16D94" w:rsidTr="00144D18">
        <w:trPr>
          <w:gridAfter w:val="1"/>
          <w:wAfter w:w="1418" w:type="dxa"/>
          <w:trHeight w:val="300"/>
        </w:trPr>
        <w:tc>
          <w:tcPr>
            <w:tcW w:w="1135" w:type="dxa"/>
          </w:tcPr>
          <w:p w:rsidR="00C16D94" w:rsidRPr="00C16D94" w:rsidRDefault="00C16D94" w:rsidP="00903DFF">
            <w:pPr>
              <w:ind w:left="-108"/>
              <w:rPr>
                <w:rFonts w:asciiTheme="minorHAnsi" w:eastAsia="Times New Roman" w:hAnsiTheme="minorHAnsi"/>
                <w:b/>
                <w:color w:val="000000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C16D94" w:rsidRPr="00C16D94" w:rsidRDefault="00C16D94" w:rsidP="00903DFF">
            <w:pPr>
              <w:jc w:val="center"/>
              <w:rPr>
                <w:rFonts w:asciiTheme="minorHAnsi" w:eastAsia="Times New Roman" w:hAnsiTheme="minorHAnsi"/>
                <w:b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b/>
                <w:color w:val="000000"/>
                <w:sz w:val="22"/>
                <w:lang w:eastAsia="en-GB"/>
              </w:rPr>
              <w:t>Topic</w:t>
            </w:r>
          </w:p>
        </w:tc>
        <w:tc>
          <w:tcPr>
            <w:tcW w:w="5245" w:type="dxa"/>
            <w:gridSpan w:val="3"/>
            <w:shd w:val="clear" w:color="auto" w:fill="auto"/>
            <w:noWrap/>
            <w:vAlign w:val="bottom"/>
          </w:tcPr>
          <w:p w:rsidR="00C16D94" w:rsidRPr="00C16D94" w:rsidRDefault="00C16D94" w:rsidP="00903DFF">
            <w:pPr>
              <w:rPr>
                <w:rFonts w:asciiTheme="minorHAnsi" w:eastAsia="Times New Roman" w:hAnsiTheme="minorHAnsi"/>
                <w:b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b/>
                <w:color w:val="000000"/>
                <w:sz w:val="22"/>
                <w:lang w:eastAsia="en-GB"/>
              </w:rPr>
              <w:t>Subtopics</w:t>
            </w:r>
          </w:p>
        </w:tc>
      </w:tr>
      <w:tr w:rsidR="00903DFF" w:rsidRPr="00C16D94" w:rsidTr="00144D18">
        <w:trPr>
          <w:gridAfter w:val="1"/>
          <w:wAfter w:w="1418" w:type="dxa"/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6F9FA231" wp14:editId="5A1E1A8D">
                  <wp:extent cx="699715" cy="242758"/>
                  <wp:effectExtent l="0" t="0" r="5715" b="5080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PERCENTAGES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Increase/decrease</w:t>
            </w:r>
          </w:p>
        </w:tc>
        <w:tc>
          <w:tcPr>
            <w:tcW w:w="3261" w:type="dxa"/>
            <w:gridSpan w:val="2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Compound interest</w:t>
            </w:r>
          </w:p>
        </w:tc>
      </w:tr>
      <w:tr w:rsidR="00903DFF" w:rsidRPr="00C16D94" w:rsidTr="00144D18">
        <w:trPr>
          <w:gridAfter w:val="1"/>
          <w:wAfter w:w="1418" w:type="dxa"/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4FED6AAA" wp14:editId="6221D49F">
                  <wp:extent cx="699715" cy="242758"/>
                  <wp:effectExtent l="0" t="0" r="5715" b="5080"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RATIO</w:t>
            </w:r>
            <w:r w:rsidR="005A17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 xml:space="preserve"> &amp; Proportion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Sharing quantities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tabs>
                <w:tab w:val="left" w:pos="2018"/>
              </w:tabs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</w:p>
        </w:tc>
      </w:tr>
      <w:tr w:rsidR="00144D18" w:rsidRPr="00C16D94" w:rsidTr="00144D18">
        <w:trPr>
          <w:gridAfter w:val="1"/>
          <w:wAfter w:w="1418" w:type="dxa"/>
          <w:trHeight w:val="300"/>
        </w:trPr>
        <w:tc>
          <w:tcPr>
            <w:tcW w:w="1135" w:type="dxa"/>
          </w:tcPr>
          <w:p w:rsidR="00144D18" w:rsidRPr="00C16D94" w:rsidRDefault="00144D18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27927472" wp14:editId="388A07B7">
                  <wp:extent cx="699715" cy="242758"/>
                  <wp:effectExtent l="0" t="0" r="5715" b="5080"/>
                  <wp:docPr id="90" name="Picture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44D18" w:rsidRPr="00C16D94" w:rsidRDefault="00144D18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STRAIGHT LINES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144D18" w:rsidRPr="00C16D94" w:rsidRDefault="00144D18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Parallel lines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44D18" w:rsidRPr="00C16D94" w:rsidRDefault="00144D18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</w:p>
        </w:tc>
        <w:tc>
          <w:tcPr>
            <w:tcW w:w="1418" w:type="dxa"/>
            <w:noWrap/>
            <w:hideMark/>
          </w:tcPr>
          <w:p w:rsidR="00144D18" w:rsidRPr="00C16D94" w:rsidRDefault="00144D18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</w:p>
        </w:tc>
      </w:tr>
      <w:tr w:rsidR="00144D18" w:rsidRPr="00C16D94" w:rsidTr="00144D18">
        <w:trPr>
          <w:gridAfter w:val="1"/>
          <w:wAfter w:w="1418" w:type="dxa"/>
          <w:trHeight w:val="300"/>
        </w:trPr>
        <w:tc>
          <w:tcPr>
            <w:tcW w:w="1135" w:type="dxa"/>
          </w:tcPr>
          <w:p w:rsidR="00144D18" w:rsidRPr="00C16D94" w:rsidRDefault="00144D18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2256CA34" wp14:editId="7697F4BE">
                  <wp:extent cx="699715" cy="242758"/>
                  <wp:effectExtent l="0" t="0" r="5715" b="5080"/>
                  <wp:docPr id="91" name="Picture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44D18" w:rsidRPr="00C16D94" w:rsidRDefault="00144D18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ANGLES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144D18" w:rsidRPr="00C16D94" w:rsidRDefault="00144D18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Parallel lines</w:t>
            </w:r>
          </w:p>
        </w:tc>
        <w:tc>
          <w:tcPr>
            <w:tcW w:w="3261" w:type="dxa"/>
            <w:gridSpan w:val="2"/>
            <w:shd w:val="clear" w:color="auto" w:fill="auto"/>
            <w:noWrap/>
            <w:vAlign w:val="bottom"/>
            <w:hideMark/>
          </w:tcPr>
          <w:p w:rsidR="00144D18" w:rsidRPr="00C16D94" w:rsidRDefault="00144D18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Interior/exterior in polygons</w:t>
            </w:r>
          </w:p>
        </w:tc>
      </w:tr>
      <w:tr w:rsidR="00144D18" w:rsidRPr="00C16D94" w:rsidTr="00144D18">
        <w:trPr>
          <w:trHeight w:val="300"/>
        </w:trPr>
        <w:tc>
          <w:tcPr>
            <w:tcW w:w="1135" w:type="dxa"/>
          </w:tcPr>
          <w:p w:rsidR="00144D18" w:rsidRPr="00C16D94" w:rsidRDefault="00144D18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3E9524A5" wp14:editId="7AAB9F16">
                  <wp:extent cx="699715" cy="242758"/>
                  <wp:effectExtent l="0" t="0" r="5715" b="5080"/>
                  <wp:docPr id="92" name="Picture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44D18" w:rsidRPr="00C16D94" w:rsidRDefault="00144D18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PYTHAGORAS THEOREM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144D18" w:rsidRPr="00C16D94" w:rsidRDefault="00144D18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2-dimensions</w:t>
            </w:r>
          </w:p>
        </w:tc>
        <w:tc>
          <w:tcPr>
            <w:tcW w:w="3261" w:type="dxa"/>
            <w:gridSpan w:val="2"/>
            <w:shd w:val="clear" w:color="auto" w:fill="auto"/>
            <w:noWrap/>
            <w:vAlign w:val="bottom"/>
            <w:hideMark/>
          </w:tcPr>
          <w:p w:rsidR="00144D18" w:rsidRPr="00C16D94" w:rsidRDefault="00144D18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144D18" w:rsidRPr="00C16D94" w:rsidRDefault="00144D18"/>
        </w:tc>
      </w:tr>
      <w:tr w:rsidR="00144D18" w:rsidRPr="00C16D94" w:rsidTr="005C291F">
        <w:trPr>
          <w:gridAfter w:val="1"/>
          <w:wAfter w:w="1418" w:type="dxa"/>
          <w:trHeight w:val="300"/>
        </w:trPr>
        <w:tc>
          <w:tcPr>
            <w:tcW w:w="1135" w:type="dxa"/>
          </w:tcPr>
          <w:p w:rsidR="00144D18" w:rsidRPr="00C16D94" w:rsidRDefault="00144D18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6C9C9606" wp14:editId="4E3448BC">
                  <wp:extent cx="699715" cy="242758"/>
                  <wp:effectExtent l="0" t="0" r="5715" b="5080"/>
                  <wp:docPr id="98" name="Picture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44D18" w:rsidRPr="00C16D94" w:rsidRDefault="00144D18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SIMILAR SHAPES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144D18" w:rsidRPr="00C16D94" w:rsidRDefault="00144D18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Length/Area/Volume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44D18" w:rsidRPr="00C16D94" w:rsidRDefault="00144D18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</w:p>
        </w:tc>
        <w:tc>
          <w:tcPr>
            <w:tcW w:w="1418" w:type="dxa"/>
            <w:noWrap/>
            <w:hideMark/>
          </w:tcPr>
          <w:p w:rsidR="00144D18" w:rsidRPr="00C16D94" w:rsidRDefault="00144D18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</w:p>
        </w:tc>
      </w:tr>
      <w:tr w:rsidR="00144D18" w:rsidRPr="00C16D94" w:rsidTr="00FD64CD">
        <w:trPr>
          <w:gridAfter w:val="1"/>
          <w:wAfter w:w="1418" w:type="dxa"/>
          <w:trHeight w:val="300"/>
        </w:trPr>
        <w:tc>
          <w:tcPr>
            <w:tcW w:w="1135" w:type="dxa"/>
          </w:tcPr>
          <w:p w:rsidR="00144D18" w:rsidRPr="00C16D94" w:rsidRDefault="00144D18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46D72525" wp14:editId="46B8D5E8">
                  <wp:extent cx="699715" cy="242758"/>
                  <wp:effectExtent l="0" t="0" r="5715" b="5080"/>
                  <wp:docPr id="99" name="Picture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44D18" w:rsidRPr="00C16D94" w:rsidRDefault="00144D18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CIRCLES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144D18" w:rsidRPr="00C16D94" w:rsidRDefault="00144D18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Circumference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44D18" w:rsidRPr="00C16D94" w:rsidRDefault="00144D18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Area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44D18" w:rsidRPr="00C16D94" w:rsidRDefault="00144D18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</w:p>
        </w:tc>
      </w:tr>
      <w:tr w:rsidR="00144D18" w:rsidRPr="00C16D94" w:rsidTr="005C291F">
        <w:trPr>
          <w:trHeight w:val="300"/>
        </w:trPr>
        <w:tc>
          <w:tcPr>
            <w:tcW w:w="1135" w:type="dxa"/>
          </w:tcPr>
          <w:p w:rsidR="00144D18" w:rsidRPr="00C16D94" w:rsidRDefault="00144D18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3BF2FA7A" wp14:editId="737FE1F3">
                  <wp:extent cx="699715" cy="242758"/>
                  <wp:effectExtent l="0" t="0" r="5715" b="5080"/>
                  <wp:docPr id="100" name="Picture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44D18" w:rsidRPr="00C16D94" w:rsidRDefault="00144D18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3D VOLUME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144D18" w:rsidRPr="00C16D94" w:rsidRDefault="00144D18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Cylinders</w:t>
            </w:r>
          </w:p>
        </w:tc>
        <w:tc>
          <w:tcPr>
            <w:tcW w:w="3261" w:type="dxa"/>
            <w:gridSpan w:val="2"/>
            <w:shd w:val="clear" w:color="auto" w:fill="auto"/>
            <w:noWrap/>
            <w:vAlign w:val="bottom"/>
            <w:hideMark/>
          </w:tcPr>
          <w:p w:rsidR="00144D18" w:rsidRPr="00C16D94" w:rsidRDefault="00144D18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144D18" w:rsidRPr="00C16D94" w:rsidRDefault="00144D18"/>
        </w:tc>
      </w:tr>
    </w:tbl>
    <w:p w:rsidR="00C16D94" w:rsidRPr="00C16D94" w:rsidRDefault="00C16D94" w:rsidP="00903DFF">
      <w:pPr>
        <w:rPr>
          <w:rFonts w:asciiTheme="minorHAnsi" w:hAnsiTheme="minorHAnsi"/>
        </w:rPr>
      </w:pPr>
    </w:p>
    <w:p w:rsidR="00903DFF" w:rsidRDefault="00C16D94" w:rsidP="00C16D94">
      <w:pPr>
        <w:jc w:val="center"/>
        <w:rPr>
          <w:rFonts w:asciiTheme="minorHAnsi" w:hAnsiTheme="minorHAnsi"/>
          <w:b/>
          <w:u w:val="single"/>
        </w:rPr>
      </w:pPr>
      <w:r w:rsidRPr="00C16D94">
        <w:rPr>
          <w:rFonts w:asciiTheme="minorHAnsi" w:hAnsiTheme="minorHAnsi"/>
          <w:b/>
          <w:highlight w:val="yellow"/>
          <w:u w:val="single"/>
        </w:rPr>
        <w:t>ANSWERS ON THE WIKISPACE</w:t>
      </w:r>
    </w:p>
    <w:p w:rsidR="00751E4D" w:rsidRDefault="00751E4D" w:rsidP="00C16D94">
      <w:pPr>
        <w:jc w:val="center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And Google drive:</w:t>
      </w:r>
    </w:p>
    <w:p w:rsidR="00751E4D" w:rsidRPr="00C16D94" w:rsidRDefault="00751E4D" w:rsidP="00C16D94">
      <w:pPr>
        <w:jc w:val="center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noProof/>
          <w:u w:val="single"/>
          <w:lang w:eastAsia="en-GB"/>
        </w:rPr>
        <w:drawing>
          <wp:inline distT="0" distB="0" distL="0" distR="0">
            <wp:extent cx="1905000" cy="1905000"/>
            <wp:effectExtent l="0" t="0" r="0" b="0"/>
            <wp:docPr id="105" name="Picture 105" descr="C:\Users\Brownc.GLYNSCHOOL\AppData\Local\Microsoft\Windows\Temporary Internet Files\Content.IE5\YHI9WOHL\qrcode.181244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ownc.GLYNSCHOOL\AppData\Local\Microsoft\Windows\Temporary Internet Files\Content.IE5\YHI9WOHL\qrcode.18124469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D94" w:rsidRPr="00C16D94" w:rsidRDefault="00C16D94">
      <w:pPr>
        <w:rPr>
          <w:rFonts w:asciiTheme="minorHAnsi" w:hAnsiTheme="minorHAnsi"/>
          <w:b/>
          <w:bCs/>
        </w:rPr>
      </w:pPr>
      <w:r w:rsidRPr="00C16D94">
        <w:rPr>
          <w:rFonts w:asciiTheme="minorHAnsi" w:hAnsiTheme="minorHAnsi"/>
          <w:b/>
          <w:bCs/>
          <w:noProof/>
          <w:lang w:eastAsia="en-GB"/>
        </w:rPr>
        <w:lastRenderedPageBreak/>
        <w:drawing>
          <wp:inline distT="0" distB="0" distL="0" distR="0" wp14:anchorId="2059D6FC" wp14:editId="31994043">
            <wp:extent cx="5029200" cy="6348009"/>
            <wp:effectExtent l="0" t="0" r="0" b="0"/>
            <wp:docPr id="89" name="Pictur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mula sheet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8524" cy="6347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16D94">
        <w:rPr>
          <w:rFonts w:asciiTheme="minorHAnsi" w:hAnsiTheme="minorHAnsi"/>
          <w:b/>
          <w:bCs/>
        </w:rPr>
        <w:br w:type="page"/>
      </w:r>
    </w:p>
    <w:p w:rsidR="00123FD9" w:rsidRPr="00C16D94" w:rsidRDefault="00EA4FD1" w:rsidP="00123FD9">
      <w:pPr>
        <w:rPr>
          <w:rFonts w:asciiTheme="minorHAnsi" w:hAnsiTheme="minorHAnsi"/>
        </w:rPr>
      </w:pPr>
      <w:r w:rsidRPr="00C16D94">
        <w:rPr>
          <w:rFonts w:asciiTheme="minorHAnsi" w:hAnsiTheme="minorHAnsi" w:cstheme="minorHAnsi"/>
          <w:b/>
          <w:noProof/>
          <w:szCs w:val="24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5F432573" wp14:editId="2E00A830">
                <wp:simplePos x="0" y="0"/>
                <wp:positionH relativeFrom="column">
                  <wp:posOffset>-127000</wp:posOffset>
                </wp:positionH>
                <wp:positionV relativeFrom="paragraph">
                  <wp:posOffset>-288926</wp:posOffset>
                </wp:positionV>
                <wp:extent cx="4772660" cy="295275"/>
                <wp:effectExtent l="0" t="0" r="27940" b="28575"/>
                <wp:wrapNone/>
                <wp:docPr id="2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D94" w:rsidRPr="00EA4FD1" w:rsidRDefault="00C16D94" w:rsidP="00186711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Percentages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1" o:spid="_x0000_s1026" type="#_x0000_t202" style="position:absolute;margin-left:-10pt;margin-top:-22.75pt;width:375.8pt;height:23.2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" strokeweight="2pt">
                <v:textbox>
                  <w:txbxContent>
                    <w:p w:rsidR="00C16D94" w:rsidRPr="00EA4FD1" w:rsidRDefault="00C16D94" w:rsidP="00186711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Percentages</w:t>
                      </w:r>
                    </w:p>
                  </w:txbxContent>
                </v:textbox>
              </v:shape>
            </w:pict>
          </mc:Fallback>
        </mc:AlternateContent>
      </w:r>
      <w:r w:rsidR="00123FD9" w:rsidRPr="00C16D94">
        <w:rPr>
          <w:rFonts w:asciiTheme="minorHAnsi" w:hAnsiTheme="minorHAnsi"/>
          <w:b/>
          <w:bCs/>
        </w:rPr>
        <w:t>1.</w:t>
      </w:r>
      <w:r w:rsidR="00123FD9" w:rsidRPr="00C16D94">
        <w:rPr>
          <w:rFonts w:asciiTheme="minorHAnsi" w:hAnsiTheme="minorHAnsi"/>
        </w:rPr>
        <w:tab/>
        <w:t>A concert ticket costs £45 plus a booking charge of 15%.</w:t>
      </w:r>
    </w:p>
    <w:p w:rsidR="00123FD9" w:rsidRPr="00C16D94" w:rsidRDefault="00123FD9" w:rsidP="00AC072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Work out the total cost of a concert ticket.</w:t>
      </w:r>
    </w:p>
    <w:p w:rsidR="00123FD9" w:rsidRPr="00C16D94" w:rsidRDefault="00123FD9" w:rsidP="00123FD9">
      <w:pPr>
        <w:pStyle w:val="rightCharChar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£ .................................</w:t>
      </w:r>
    </w:p>
    <w:p w:rsidR="00123FD9" w:rsidRPr="00C16D94" w:rsidRDefault="00123FD9" w:rsidP="00123FD9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123FD9" w:rsidRPr="00C16D94" w:rsidRDefault="00123FD9" w:rsidP="00123FD9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2.</w:t>
      </w:r>
      <w:r w:rsidRPr="00C16D94">
        <w:rPr>
          <w:rFonts w:asciiTheme="minorHAnsi" w:hAnsiTheme="minorHAnsi"/>
        </w:rPr>
        <w:tab/>
        <w:t>The normal cost of a coat is £94</w:t>
      </w:r>
      <w:r w:rsidRPr="00C16D94">
        <w:rPr>
          <w:rFonts w:asciiTheme="minorHAnsi" w:hAnsiTheme="minorHAnsi"/>
        </w:rPr>
        <w:br/>
      </w:r>
      <w:proofErr w:type="gramStart"/>
      <w:r w:rsidRPr="00C16D94">
        <w:rPr>
          <w:rFonts w:asciiTheme="minorHAnsi" w:hAnsiTheme="minorHAnsi"/>
        </w:rPr>
        <w:t>In</w:t>
      </w:r>
      <w:proofErr w:type="gramEnd"/>
      <w:r w:rsidRPr="00C16D94">
        <w:rPr>
          <w:rFonts w:asciiTheme="minorHAnsi" w:hAnsiTheme="minorHAnsi"/>
        </w:rPr>
        <w:t xml:space="preserve"> a sale the cost of the coat is reduced by 36%</w:t>
      </w:r>
    </w:p>
    <w:p w:rsidR="00123FD9" w:rsidRPr="00C16D94" w:rsidRDefault="00123FD9" w:rsidP="00AC072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Work out 36% of £94</w:t>
      </w:r>
    </w:p>
    <w:p w:rsidR="00123FD9" w:rsidRPr="00C16D94" w:rsidRDefault="00123FD9" w:rsidP="00123FD9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£ …………………..</w:t>
      </w:r>
    </w:p>
    <w:p w:rsidR="00123FD9" w:rsidRPr="00C16D94" w:rsidRDefault="00123FD9" w:rsidP="00123FD9">
      <w:pPr>
        <w:pStyle w:val="mark"/>
        <w:tabs>
          <w:tab w:val="right" w:pos="9639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2 marks)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3.</w:t>
      </w:r>
      <w:r w:rsidRPr="00C16D94">
        <w:rPr>
          <w:rFonts w:asciiTheme="minorHAnsi" w:hAnsiTheme="minorHAnsi"/>
        </w:rPr>
        <w:tab/>
        <w:t>A coin is made from copper and nickel.</w:t>
      </w:r>
      <w:r w:rsidRPr="00C16D94">
        <w:rPr>
          <w:rFonts w:asciiTheme="minorHAnsi" w:hAnsiTheme="minorHAnsi"/>
        </w:rPr>
        <w:br/>
        <w:t>84% of its weight is copper.</w:t>
      </w:r>
      <w:r w:rsidRPr="00C16D94">
        <w:rPr>
          <w:rFonts w:asciiTheme="minorHAnsi" w:hAnsiTheme="minorHAnsi"/>
        </w:rPr>
        <w:br/>
        <w:t>16% of its weight is nickel.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Find the ratio of the weight of copper to the weight of nickel.</w:t>
      </w:r>
      <w:r w:rsidRPr="00C16D94">
        <w:rPr>
          <w:rFonts w:asciiTheme="minorHAnsi" w:hAnsiTheme="minorHAnsi"/>
        </w:rPr>
        <w:br/>
        <w:t>Give your ratio in its simplest form.</w:t>
      </w:r>
    </w:p>
    <w:p w:rsidR="00123FD9" w:rsidRPr="00C16D94" w:rsidRDefault="00123FD9" w:rsidP="00123FD9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</w:t>
      </w:r>
    </w:p>
    <w:p w:rsidR="00123FD9" w:rsidRPr="00C16D94" w:rsidRDefault="00123FD9" w:rsidP="00123FD9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2 marks)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4.</w:t>
      </w:r>
      <w:r w:rsidRPr="00C16D94">
        <w:rPr>
          <w:rFonts w:asciiTheme="minorHAnsi" w:hAnsiTheme="minorHAnsi"/>
        </w:rPr>
        <w:tab/>
        <w:t xml:space="preserve">Work out the </w:t>
      </w:r>
      <w:r w:rsidRPr="00C16D94">
        <w:rPr>
          <w:rFonts w:asciiTheme="minorHAnsi" w:hAnsiTheme="minorHAnsi"/>
          <w:b/>
          <w:bCs/>
        </w:rPr>
        <w:t>simple</w:t>
      </w:r>
      <w:r w:rsidRPr="00C16D94">
        <w:rPr>
          <w:rFonts w:asciiTheme="minorHAnsi" w:hAnsiTheme="minorHAnsi"/>
        </w:rPr>
        <w:t xml:space="preserve"> interest on £530 at 4.5% per annum after 3 years.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123FD9" w:rsidRPr="00C16D94" w:rsidRDefault="00123FD9" w:rsidP="00123FD9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£ …………………………</w:t>
      </w:r>
    </w:p>
    <w:p w:rsidR="00123FD9" w:rsidRPr="00C16D94" w:rsidRDefault="00123FD9" w:rsidP="00123FD9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5.</w:t>
      </w:r>
      <w:r w:rsidRPr="00C16D94">
        <w:rPr>
          <w:rFonts w:asciiTheme="minorHAnsi" w:hAnsiTheme="minorHAnsi"/>
        </w:rPr>
        <w:tab/>
        <w:t>Henry invests £4500 at a compound interest rate of 5% per annum.</w:t>
      </w:r>
    </w:p>
    <w:p w:rsidR="00123FD9" w:rsidRPr="00C16D94" w:rsidRDefault="00123FD9" w:rsidP="00AC072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At the end of </w:t>
      </w:r>
      <w:r w:rsidRPr="00C16D94">
        <w:rPr>
          <w:rFonts w:asciiTheme="minorHAnsi" w:hAnsiTheme="minorHAnsi"/>
          <w:i/>
          <w:iCs/>
        </w:rPr>
        <w:t>n</w:t>
      </w:r>
      <w:r w:rsidRPr="00C16D94">
        <w:rPr>
          <w:rFonts w:asciiTheme="minorHAnsi" w:hAnsiTheme="minorHAnsi"/>
        </w:rPr>
        <w:t xml:space="preserve"> complete years the investment has grown to £5469.78.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Find the value of </w:t>
      </w:r>
      <w:r w:rsidRPr="00C16D94">
        <w:rPr>
          <w:rFonts w:asciiTheme="minorHAnsi" w:hAnsiTheme="minorHAnsi"/>
          <w:i/>
          <w:iCs/>
        </w:rPr>
        <w:t>n</w:t>
      </w:r>
      <w:r w:rsidRPr="00C16D94">
        <w:rPr>
          <w:rFonts w:asciiTheme="minorHAnsi" w:hAnsiTheme="minorHAnsi"/>
        </w:rPr>
        <w:t>.</w:t>
      </w:r>
    </w:p>
    <w:p w:rsidR="00123FD9" w:rsidRPr="00C16D94" w:rsidRDefault="00123FD9" w:rsidP="00123FD9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……………………</w:t>
      </w:r>
    </w:p>
    <w:p w:rsidR="00123FD9" w:rsidRPr="00C16D94" w:rsidRDefault="00123FD9" w:rsidP="00123FD9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2 marks)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lastRenderedPageBreak/>
        <w:t>6.</w:t>
      </w:r>
      <w:r w:rsidRPr="00C16D94">
        <w:rPr>
          <w:rFonts w:asciiTheme="minorHAnsi" w:hAnsiTheme="minorHAnsi"/>
        </w:rPr>
        <w:tab/>
        <w:t>James invested £2000 for three years in an Internet Savings Account.</w:t>
      </w:r>
      <w:r w:rsidRPr="00C16D94">
        <w:rPr>
          <w:rFonts w:asciiTheme="minorHAnsi" w:hAnsiTheme="minorHAnsi"/>
        </w:rPr>
        <w:br/>
        <w:t xml:space="preserve">He is paid 5.5% per annum </w:t>
      </w:r>
      <w:r w:rsidRPr="00C16D94">
        <w:rPr>
          <w:rFonts w:asciiTheme="minorHAnsi" w:hAnsiTheme="minorHAnsi"/>
          <w:b/>
          <w:bCs/>
        </w:rPr>
        <w:t xml:space="preserve">compound </w:t>
      </w:r>
      <w:r w:rsidRPr="00C16D94">
        <w:rPr>
          <w:rFonts w:asciiTheme="minorHAnsi" w:hAnsiTheme="minorHAnsi"/>
        </w:rPr>
        <w:t>interest.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Work out the </w:t>
      </w:r>
      <w:r w:rsidRPr="00C16D94">
        <w:rPr>
          <w:rFonts w:asciiTheme="minorHAnsi" w:hAnsiTheme="minorHAnsi"/>
          <w:b/>
          <w:bCs/>
        </w:rPr>
        <w:t xml:space="preserve">total interest </w:t>
      </w:r>
      <w:r w:rsidRPr="00C16D94">
        <w:rPr>
          <w:rFonts w:asciiTheme="minorHAnsi" w:hAnsiTheme="minorHAnsi"/>
        </w:rPr>
        <w:t>earned after three years.</w:t>
      </w:r>
    </w:p>
    <w:p w:rsidR="00123FD9" w:rsidRPr="00C16D94" w:rsidRDefault="00123FD9" w:rsidP="00123FD9">
      <w:pPr>
        <w:pStyle w:val="rightCharChar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123FD9" w:rsidRPr="00C16D94" w:rsidRDefault="00123FD9" w:rsidP="00123FD9">
      <w:pPr>
        <w:pStyle w:val="rightCharChar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  <w:b/>
          <w:bCs/>
        </w:rPr>
      </w:pPr>
      <w:r w:rsidRPr="00C16D94">
        <w:rPr>
          <w:rFonts w:asciiTheme="minorHAnsi" w:hAnsiTheme="minorHAnsi"/>
        </w:rPr>
        <w:t>£ .................................</w:t>
      </w:r>
    </w:p>
    <w:p w:rsidR="00123FD9" w:rsidRPr="00C16D94" w:rsidRDefault="00123FD9" w:rsidP="00123FD9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7.</w:t>
      </w:r>
      <w:r w:rsidRPr="00C16D94">
        <w:rPr>
          <w:rFonts w:asciiTheme="minorHAnsi" w:hAnsiTheme="minorHAnsi"/>
        </w:rPr>
        <w:tab/>
        <w:t>Gwen bought a new car.</w:t>
      </w:r>
      <w:r w:rsidRPr="00C16D94">
        <w:rPr>
          <w:rFonts w:asciiTheme="minorHAnsi" w:hAnsiTheme="minorHAnsi"/>
        </w:rPr>
        <w:br/>
      </w:r>
      <w:proofErr w:type="gramStart"/>
      <w:r w:rsidRPr="00C16D94">
        <w:rPr>
          <w:rFonts w:asciiTheme="minorHAnsi" w:hAnsiTheme="minorHAnsi"/>
        </w:rPr>
        <w:t>Each year, the value of her car depreciated by 9%.</w:t>
      </w:r>
      <w:proofErr w:type="gramEnd"/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Calculate the number of years after which the value of her car was 47% of its value when new.</w:t>
      </w:r>
    </w:p>
    <w:p w:rsidR="00123FD9" w:rsidRPr="00C16D94" w:rsidRDefault="00123FD9" w:rsidP="00123FD9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</w:p>
    <w:p w:rsidR="00123FD9" w:rsidRPr="00C16D94" w:rsidRDefault="00123FD9" w:rsidP="00123FD9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......................................</w:t>
      </w:r>
    </w:p>
    <w:p w:rsidR="00123FD9" w:rsidRPr="00C16D94" w:rsidRDefault="00123FD9" w:rsidP="00123FD9">
      <w:pPr>
        <w:pStyle w:val="mark"/>
        <w:tabs>
          <w:tab w:val="right" w:pos="9639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8.</w:t>
      </w:r>
      <w:r w:rsidRPr="00C16D94">
        <w:rPr>
          <w:rFonts w:asciiTheme="minorHAnsi" w:hAnsiTheme="minorHAnsi"/>
        </w:rPr>
        <w:tab/>
        <w:t>In a sale, normal prices are reduced by 25%.</w:t>
      </w:r>
      <w:r w:rsidRPr="00C16D94">
        <w:rPr>
          <w:rFonts w:asciiTheme="minorHAnsi" w:hAnsiTheme="minorHAnsi"/>
        </w:rPr>
        <w:br/>
        <w:t>The sale price of a saw is £12.75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Calculate the normal price of the saw.</w:t>
      </w:r>
    </w:p>
    <w:p w:rsidR="00123FD9" w:rsidRPr="00C16D94" w:rsidRDefault="00123FD9" w:rsidP="00123FD9">
      <w:pPr>
        <w:pStyle w:val="rightCharChar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123FD9" w:rsidRPr="00C16D94" w:rsidRDefault="00123FD9" w:rsidP="00123FD9">
      <w:pPr>
        <w:pStyle w:val="rightCharChar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£ .....................................</w:t>
      </w:r>
    </w:p>
    <w:p w:rsidR="00123FD9" w:rsidRPr="00C16D94" w:rsidRDefault="00123FD9" w:rsidP="00123FD9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rFonts w:asciiTheme="minorHAnsi" w:hAnsiTheme="minorHAnsi"/>
          <w:b/>
          <w:bCs/>
        </w:rPr>
      </w:pP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9.</w:t>
      </w:r>
      <w:r w:rsidRPr="00C16D94">
        <w:rPr>
          <w:rFonts w:asciiTheme="minorHAnsi" w:hAnsiTheme="minorHAnsi"/>
        </w:rPr>
        <w:tab/>
        <w:t>In a sale, normal prices are reduced by 12%.</w:t>
      </w:r>
      <w:r w:rsidRPr="00C16D94">
        <w:rPr>
          <w:rFonts w:asciiTheme="minorHAnsi" w:hAnsiTheme="minorHAnsi"/>
        </w:rPr>
        <w:br/>
        <w:t>The sale price of a DVD player is £242.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Work out the normal price of the DVD player.</w:t>
      </w:r>
    </w:p>
    <w:p w:rsidR="00123FD9" w:rsidRPr="00C16D94" w:rsidRDefault="00123FD9" w:rsidP="00123FD9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</w:p>
    <w:p w:rsidR="00123FD9" w:rsidRPr="00C16D94" w:rsidRDefault="00123FD9" w:rsidP="00123FD9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£ …………………………</w:t>
      </w:r>
    </w:p>
    <w:p w:rsidR="00123FD9" w:rsidRPr="00C16D94" w:rsidRDefault="00123FD9" w:rsidP="00123FD9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123FD9" w:rsidRPr="00C16D94" w:rsidRDefault="00123FD9" w:rsidP="00123FD9">
      <w:pPr>
        <w:pStyle w:val="4Questionrest"/>
        <w:ind w:left="720" w:hanging="720"/>
        <w:rPr>
          <w:rFonts w:asciiTheme="minorHAnsi" w:hAnsiTheme="minorHAnsi"/>
        </w:rPr>
      </w:pPr>
      <w:r w:rsidRPr="00C16D94">
        <w:rPr>
          <w:rFonts w:asciiTheme="minorHAnsi" w:hAnsiTheme="minorHAnsi" w:cstheme="minorHAnsi"/>
          <w:b/>
          <w:noProof/>
          <w:szCs w:val="24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6A40F321" wp14:editId="58BC33F2">
                <wp:simplePos x="0" y="0"/>
                <wp:positionH relativeFrom="column">
                  <wp:posOffset>25400</wp:posOffset>
                </wp:positionH>
                <wp:positionV relativeFrom="paragraph">
                  <wp:posOffset>-250824</wp:posOffset>
                </wp:positionV>
                <wp:extent cx="4772660" cy="247650"/>
                <wp:effectExtent l="0" t="0" r="27940" b="19050"/>
                <wp:wrapNone/>
                <wp:docPr id="3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D94" w:rsidRDefault="00C16D94" w:rsidP="00123FD9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Ratio</w:t>
                            </w:r>
                            <w:r w:rsidR="00BF7DE1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 &amp; Proportion</w:t>
                            </w:r>
                          </w:p>
                          <w:p w:rsidR="00C16D94" w:rsidRPr="00EA4FD1" w:rsidRDefault="00C16D94" w:rsidP="00123FD9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2pt;margin-top:-19.75pt;width:375.8pt;height:19.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" strokeweight="2pt">
                <v:textbox>
                  <w:txbxContent>
                    <w:p w:rsidR="00C16D94" w:rsidRDefault="00C16D94" w:rsidP="00123FD9">
                      <w:pPr>
                        <w:spacing w:line="48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Ratio</w:t>
                      </w:r>
                      <w:r w:rsidR="00BF7DE1">
                        <w:rPr>
                          <w:rFonts w:ascii="Arial" w:hAnsi="Arial" w:cs="Arial"/>
                          <w:b/>
                          <w:sz w:val="20"/>
                        </w:rPr>
                        <w:t xml:space="preserve"> &amp; Proportion</w:t>
                      </w:r>
                    </w:p>
                    <w:p w:rsidR="00C16D94" w:rsidRPr="00EA4FD1" w:rsidRDefault="00C16D94" w:rsidP="00123FD9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6D94">
        <w:rPr>
          <w:rFonts w:asciiTheme="minorHAnsi" w:hAnsiTheme="minorHAnsi"/>
          <w:b/>
          <w:bCs/>
        </w:rPr>
        <w:t>1.</w:t>
      </w:r>
      <w:r w:rsidRPr="00C16D94">
        <w:rPr>
          <w:rFonts w:asciiTheme="minorHAnsi" w:hAnsiTheme="minorHAnsi"/>
        </w:rPr>
        <w:tab/>
        <w:t xml:space="preserve">Verity and Jean share £126 in the ratio </w:t>
      </w:r>
      <w:proofErr w:type="gramStart"/>
      <w:r w:rsidRPr="00C16D94">
        <w:rPr>
          <w:rFonts w:asciiTheme="minorHAnsi" w:hAnsiTheme="minorHAnsi"/>
        </w:rPr>
        <w:t>5 :</w:t>
      </w:r>
      <w:proofErr w:type="gramEnd"/>
      <w:r w:rsidRPr="00C16D94">
        <w:rPr>
          <w:rFonts w:asciiTheme="minorHAnsi" w:hAnsiTheme="minorHAnsi"/>
        </w:rPr>
        <w:t xml:space="preserve"> 3</w:t>
      </w:r>
      <w:r w:rsidRPr="00C16D94">
        <w:rPr>
          <w:rFonts w:asciiTheme="minorHAnsi" w:hAnsiTheme="minorHAnsi"/>
        </w:rPr>
        <w:br/>
        <w:t>Work out how much money Verity receives.</w:t>
      </w:r>
    </w:p>
    <w:p w:rsidR="00123FD9" w:rsidRPr="00C16D94" w:rsidRDefault="00123FD9" w:rsidP="00123FD9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</w:p>
    <w:p w:rsidR="00123FD9" w:rsidRPr="00C16D94" w:rsidRDefault="00123FD9" w:rsidP="00123FD9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£ ……………………………</w:t>
      </w:r>
    </w:p>
    <w:p w:rsidR="00123FD9" w:rsidRPr="00C16D94" w:rsidRDefault="00123FD9" w:rsidP="00123FD9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2 marks)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2.</w:t>
      </w:r>
      <w:r w:rsidRPr="00C16D94">
        <w:rPr>
          <w:rFonts w:asciiTheme="minorHAnsi" w:hAnsiTheme="minorHAnsi"/>
        </w:rPr>
        <w:tab/>
        <w:t>A shop sells CDs and DVDs.</w:t>
      </w:r>
      <w:r w:rsidRPr="00C16D94">
        <w:rPr>
          <w:rFonts w:asciiTheme="minorHAnsi" w:hAnsiTheme="minorHAnsi"/>
        </w:rPr>
        <w:br/>
        <w:t>In one week the number of CDs sold and the number of DVDs sold were in the ratio 3:5</w:t>
      </w:r>
      <w:r w:rsidRPr="00C16D94">
        <w:rPr>
          <w:rFonts w:asciiTheme="minorHAnsi" w:hAnsiTheme="minorHAnsi"/>
        </w:rPr>
        <w:br/>
      </w:r>
      <w:proofErr w:type="gramStart"/>
      <w:r w:rsidRPr="00C16D94">
        <w:rPr>
          <w:rFonts w:asciiTheme="minorHAnsi" w:hAnsiTheme="minorHAnsi"/>
        </w:rPr>
        <w:t>The</w:t>
      </w:r>
      <w:proofErr w:type="gramEnd"/>
      <w:r w:rsidRPr="00C16D94">
        <w:rPr>
          <w:rFonts w:asciiTheme="minorHAnsi" w:hAnsiTheme="minorHAnsi"/>
        </w:rPr>
        <w:t xml:space="preserve"> total number of CDs and DVDs sold in the week was 728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Work out the number of CDs sold.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bookmarkStart w:id="0" w:name="_GoBack"/>
      <w:bookmarkEnd w:id="0"/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123FD9" w:rsidRPr="00C16D94" w:rsidRDefault="00123FD9" w:rsidP="00123FD9">
      <w:pPr>
        <w:pStyle w:val="rightCharChar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</w:t>
      </w:r>
    </w:p>
    <w:p w:rsidR="00123FD9" w:rsidRPr="00C16D94" w:rsidRDefault="00123FD9" w:rsidP="00123FD9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2 marks)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3.</w:t>
      </w:r>
      <w:r w:rsidRPr="00C16D94">
        <w:rPr>
          <w:rFonts w:asciiTheme="minorHAnsi" w:hAnsiTheme="minorHAnsi"/>
        </w:rPr>
        <w:tab/>
        <w:t xml:space="preserve">Ann and Bob shared £240 in the ratio </w:t>
      </w:r>
      <w:proofErr w:type="gramStart"/>
      <w:r w:rsidRPr="00C16D94">
        <w:rPr>
          <w:rFonts w:asciiTheme="minorHAnsi" w:hAnsiTheme="minorHAnsi"/>
        </w:rPr>
        <w:t>3 :</w:t>
      </w:r>
      <w:proofErr w:type="gramEnd"/>
      <w:r w:rsidRPr="00C16D94">
        <w:rPr>
          <w:rFonts w:asciiTheme="minorHAnsi" w:hAnsiTheme="minorHAnsi"/>
        </w:rPr>
        <w:t xml:space="preserve"> 5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Ann gave a </w:t>
      </w:r>
      <w:r w:rsidRPr="00C16D94">
        <w:rPr>
          <w:rFonts w:asciiTheme="minorHAnsi" w:hAnsiTheme="minorHAnsi"/>
          <w:b/>
          <w:bCs/>
        </w:rPr>
        <w:t xml:space="preserve">half </w:t>
      </w:r>
      <w:r w:rsidRPr="00C16D94">
        <w:rPr>
          <w:rFonts w:asciiTheme="minorHAnsi" w:hAnsiTheme="minorHAnsi"/>
        </w:rPr>
        <w:t>of her share to Colin.</w:t>
      </w:r>
      <w:r w:rsidRPr="00C16D94">
        <w:rPr>
          <w:rFonts w:asciiTheme="minorHAnsi" w:hAnsiTheme="minorHAnsi"/>
        </w:rPr>
        <w:br/>
        <w:t xml:space="preserve">Bob gave a </w:t>
      </w:r>
      <w:r w:rsidRPr="00C16D94">
        <w:rPr>
          <w:rFonts w:asciiTheme="minorHAnsi" w:hAnsiTheme="minorHAnsi"/>
          <w:b/>
          <w:bCs/>
        </w:rPr>
        <w:t xml:space="preserve">tenth </w:t>
      </w:r>
      <w:r w:rsidRPr="00C16D94">
        <w:rPr>
          <w:rFonts w:asciiTheme="minorHAnsi" w:hAnsiTheme="minorHAnsi"/>
        </w:rPr>
        <w:t>of his share to Colin.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What fraction of the £240 did Colin receive?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123FD9" w:rsidRPr="00C16D94" w:rsidRDefault="00123FD9" w:rsidP="00123FD9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</w:t>
      </w:r>
    </w:p>
    <w:p w:rsidR="00123FD9" w:rsidRPr="00C16D94" w:rsidRDefault="00123FD9" w:rsidP="00123FD9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</w:p>
    <w:p w:rsidR="00123FD9" w:rsidRPr="00C16D94" w:rsidRDefault="00123FD9" w:rsidP="00123FD9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</w:t>
      </w:r>
    </w:p>
    <w:p w:rsidR="00123FD9" w:rsidRPr="00C16D94" w:rsidRDefault="00123FD9" w:rsidP="00123FD9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4 marks)</w:t>
      </w:r>
    </w:p>
    <w:p w:rsidR="00123FD9" w:rsidRPr="00C16D94" w:rsidRDefault="00123FD9" w:rsidP="00123FD9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b/>
          <w:bCs/>
        </w:rPr>
      </w:pPr>
    </w:p>
    <w:p w:rsidR="00123FD9" w:rsidRPr="00C16D94" w:rsidRDefault="00123FD9" w:rsidP="00123FD9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lastRenderedPageBreak/>
        <w:t>4.</w:t>
      </w:r>
      <w:r w:rsidRPr="00C16D94">
        <w:rPr>
          <w:rFonts w:asciiTheme="minorHAnsi" w:hAnsiTheme="minorHAnsi"/>
        </w:rPr>
        <w:tab/>
        <w:t xml:space="preserve">Amy, Beth and Colin share 36 sweets in the ratio </w:t>
      </w:r>
      <w:proofErr w:type="gramStart"/>
      <w:r w:rsidRPr="00C16D94">
        <w:rPr>
          <w:rFonts w:asciiTheme="minorHAnsi" w:hAnsiTheme="minorHAnsi"/>
        </w:rPr>
        <w:t>2 :</w:t>
      </w:r>
      <w:proofErr w:type="gramEnd"/>
      <w:r w:rsidRPr="00C16D94">
        <w:rPr>
          <w:rFonts w:asciiTheme="minorHAnsi" w:hAnsiTheme="minorHAnsi"/>
        </w:rPr>
        <w:t xml:space="preserve"> 3 : 4</w:t>
      </w:r>
    </w:p>
    <w:p w:rsidR="00123FD9" w:rsidRPr="00C16D94" w:rsidRDefault="00123FD9" w:rsidP="00123FD9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Work out the number of sweets that each of them receives.</w:t>
      </w:r>
    </w:p>
    <w:p w:rsidR="00123FD9" w:rsidRPr="00C16D94" w:rsidRDefault="00123FD9" w:rsidP="00123FD9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Amy………….sweets</w:t>
      </w:r>
    </w:p>
    <w:p w:rsidR="00123FD9" w:rsidRPr="00C16D94" w:rsidRDefault="00123FD9" w:rsidP="00123FD9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Beth………….sweets</w:t>
      </w:r>
    </w:p>
    <w:p w:rsidR="00123FD9" w:rsidRPr="00C16D94" w:rsidRDefault="00123FD9" w:rsidP="00123FD9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Colin…………..sweets</w:t>
      </w:r>
    </w:p>
    <w:p w:rsidR="00123FD9" w:rsidRPr="00C16D94" w:rsidRDefault="00123FD9" w:rsidP="00123FD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5.</w:t>
      </w:r>
      <w:r w:rsidRPr="00C16D94">
        <w:rPr>
          <w:rFonts w:asciiTheme="minorHAnsi" w:hAnsiTheme="minorHAnsi"/>
        </w:rPr>
        <w:tab/>
        <w:t>Derek, Erica and Fred share £108 in the ratio 3:4:2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Calculate the amount of money Erica gets.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123FD9" w:rsidRPr="00C16D94" w:rsidRDefault="00123FD9" w:rsidP="00123FD9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£……………………………</w:t>
      </w:r>
    </w:p>
    <w:p w:rsidR="00123FD9" w:rsidRPr="00C16D94" w:rsidRDefault="00123FD9" w:rsidP="00123FD9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123FD9" w:rsidRPr="00C16D94" w:rsidRDefault="00123FD9" w:rsidP="00123FD9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6.</w:t>
      </w:r>
      <w:r w:rsidRPr="00C16D94">
        <w:rPr>
          <w:rFonts w:asciiTheme="minorHAnsi" w:hAnsiTheme="minorHAnsi"/>
        </w:rPr>
        <w:tab/>
        <w:t>Jim makes a model of his school.</w:t>
      </w:r>
    </w:p>
    <w:p w:rsidR="00123FD9" w:rsidRPr="00C16D94" w:rsidRDefault="00123FD9" w:rsidP="00123FD9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He uses a scale of </w:t>
      </w:r>
      <w:proofErr w:type="gramStart"/>
      <w:r w:rsidRPr="00C16D94">
        <w:rPr>
          <w:rFonts w:asciiTheme="minorHAnsi" w:hAnsiTheme="minorHAnsi"/>
        </w:rPr>
        <w:t>1 :</w:t>
      </w:r>
      <w:proofErr w:type="gramEnd"/>
      <w:r w:rsidRPr="00C16D94">
        <w:rPr>
          <w:rFonts w:asciiTheme="minorHAnsi" w:hAnsiTheme="minorHAnsi"/>
        </w:rPr>
        <w:t xml:space="preserve"> 50</w:t>
      </w:r>
    </w:p>
    <w:p w:rsidR="00123FD9" w:rsidRPr="00C16D94" w:rsidRDefault="00123FD9" w:rsidP="00123FD9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The area of the door on his model is 8 cm</w:t>
      </w:r>
      <w:r w:rsidRPr="00C16D94">
        <w:rPr>
          <w:rFonts w:asciiTheme="minorHAnsi" w:hAnsiTheme="minorHAnsi"/>
          <w:position w:val="10"/>
          <w:sz w:val="16"/>
          <w:szCs w:val="16"/>
        </w:rPr>
        <w:t>2</w:t>
      </w:r>
      <w:r w:rsidRPr="00C16D94">
        <w:rPr>
          <w:rFonts w:asciiTheme="minorHAnsi" w:hAnsiTheme="minorHAnsi"/>
        </w:rPr>
        <w:t>.</w:t>
      </w:r>
    </w:p>
    <w:p w:rsidR="00123FD9" w:rsidRPr="00C16D94" w:rsidRDefault="00123FD9" w:rsidP="00123FD9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Work out the area of the door on the real school.</w:t>
      </w:r>
    </w:p>
    <w:p w:rsidR="00123FD9" w:rsidRPr="00C16D94" w:rsidRDefault="00123FD9" w:rsidP="00123FD9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123FD9" w:rsidRPr="00C16D94" w:rsidRDefault="00123FD9" w:rsidP="00123FD9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123FD9" w:rsidRPr="00C16D94" w:rsidRDefault="00123FD9" w:rsidP="00123FD9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D6058C" w:rsidRPr="00C16D94" w:rsidRDefault="00D6058C" w:rsidP="00123FD9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D6058C" w:rsidRPr="00C16D94" w:rsidRDefault="00D6058C" w:rsidP="00123FD9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123FD9" w:rsidRPr="00C16D94" w:rsidRDefault="00123FD9" w:rsidP="00123FD9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.....................................cm</w:t>
      </w:r>
      <w:r w:rsidRPr="00C16D94">
        <w:rPr>
          <w:rFonts w:asciiTheme="minorHAnsi" w:hAnsiTheme="minorHAnsi"/>
          <w:position w:val="10"/>
          <w:sz w:val="16"/>
          <w:szCs w:val="16"/>
        </w:rPr>
        <w:t>2</w:t>
      </w:r>
    </w:p>
    <w:p w:rsidR="00123FD9" w:rsidRPr="00C16D94" w:rsidRDefault="00123FD9" w:rsidP="00123FD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2 marks)</w:t>
      </w:r>
    </w:p>
    <w:p w:rsidR="005B1BF9" w:rsidRPr="00C16D94" w:rsidRDefault="005B1BF9" w:rsidP="00D6058C">
      <w:pPr>
        <w:pStyle w:val="Normal0"/>
        <w:rPr>
          <w:rFonts w:asciiTheme="minorHAnsi" w:hAnsiTheme="minorHAnsi" w:cs="Times New Roman"/>
          <w:sz w:val="22"/>
          <w:szCs w:val="22"/>
        </w:rPr>
      </w:pPr>
    </w:p>
    <w:p w:rsidR="005B1BF9" w:rsidRPr="00C16D94" w:rsidRDefault="005B1BF9" w:rsidP="005B1BF9">
      <w:pPr>
        <w:pStyle w:val="Normal0"/>
        <w:rPr>
          <w:rFonts w:asciiTheme="minorHAnsi" w:hAnsiTheme="minorHAnsi"/>
        </w:rPr>
      </w:pPr>
      <w:r w:rsidRPr="00C16D94">
        <w:rPr>
          <w:rFonts w:asciiTheme="minorHAnsi" w:hAnsiTheme="min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09BDCBD1" wp14:editId="5140C766">
                <wp:simplePos x="0" y="0"/>
                <wp:positionH relativeFrom="column">
                  <wp:posOffset>-117475</wp:posOffset>
                </wp:positionH>
                <wp:positionV relativeFrom="paragraph">
                  <wp:posOffset>-286385</wp:posOffset>
                </wp:positionV>
                <wp:extent cx="4772660" cy="247650"/>
                <wp:effectExtent l="0" t="0" r="27940" b="19050"/>
                <wp:wrapNone/>
                <wp:docPr id="24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D94" w:rsidRDefault="00C16D94" w:rsidP="005B1BF9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Angles in parallel lines and polygons</w:t>
                            </w:r>
                          </w:p>
                          <w:p w:rsidR="00C16D94" w:rsidRPr="00EA4FD1" w:rsidRDefault="00C16D94" w:rsidP="005B1BF9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9.25pt;margin-top:-22.55pt;width:375.8pt;height:19.5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" strokeweight="2pt">
                <v:textbox>
                  <w:txbxContent>
                    <w:p w:rsidR="00C16D94" w:rsidRDefault="00C16D94" w:rsidP="005B1BF9">
                      <w:pPr>
                        <w:spacing w:line="48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Angles in parallel lines and polygons</w:t>
                      </w:r>
                    </w:p>
                    <w:p w:rsidR="00C16D94" w:rsidRPr="00EA4FD1" w:rsidRDefault="00C16D94" w:rsidP="005B1BF9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6D94">
        <w:rPr>
          <w:rFonts w:asciiTheme="minorHAnsi" w:hAnsiTheme="minorHAnsi"/>
          <w:b/>
          <w:bCs/>
        </w:rPr>
        <w:t>1.</w:t>
      </w:r>
      <w:r w:rsidRPr="00C16D94">
        <w:rPr>
          <w:rFonts w:asciiTheme="minorHAnsi" w:hAnsiTheme="minorHAnsi"/>
        </w:rPr>
        <w:tab/>
      </w:r>
    </w:p>
    <w:p w:rsidR="005B1BF9" w:rsidRPr="00C16D94" w:rsidRDefault="005B1BF9" w:rsidP="005B1BF9">
      <w:pPr>
        <w:pStyle w:val="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drawing>
          <wp:inline distT="0" distB="0" distL="0" distR="0" wp14:anchorId="3D2E6FEB" wp14:editId="3988585F">
            <wp:extent cx="2819400" cy="1228725"/>
            <wp:effectExtent l="0" t="0" r="0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Calculate the size of the exterior angle of a regular hexagon.</w:t>
      </w: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5B1BF9" w:rsidRPr="00C16D94" w:rsidRDefault="005B1BF9" w:rsidP="005B1BF9">
      <w:pPr>
        <w:pStyle w:val="right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</w:t>
      </w:r>
      <w:r w:rsidRPr="00C16D94">
        <w:rPr>
          <w:rFonts w:asciiTheme="minorHAnsi" w:hAnsiTheme="minorHAnsi" w:cs="Symbol"/>
        </w:rPr>
        <w:t></w:t>
      </w:r>
    </w:p>
    <w:p w:rsidR="005B1BF9" w:rsidRPr="00C16D94" w:rsidRDefault="005B1BF9" w:rsidP="005B1BF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</w:t>
      </w:r>
      <w:r w:rsidRPr="00C16D94">
        <w:rPr>
          <w:rFonts w:asciiTheme="minorHAnsi" w:hAnsiTheme="minorHAnsi"/>
          <w:b w:val="0"/>
          <w:bCs w:val="0"/>
        </w:rPr>
        <w:t xml:space="preserve"> </w:t>
      </w:r>
      <w:r w:rsidRPr="00C16D94">
        <w:rPr>
          <w:rFonts w:asciiTheme="minorHAnsi" w:hAnsiTheme="minorHAnsi"/>
        </w:rPr>
        <w:t>2</w:t>
      </w:r>
      <w:r w:rsidRPr="00C16D94">
        <w:rPr>
          <w:rFonts w:asciiTheme="minorHAnsi" w:hAnsiTheme="minorHAnsi"/>
          <w:b w:val="0"/>
          <w:bCs w:val="0"/>
        </w:rPr>
        <w:t xml:space="preserve"> </w:t>
      </w:r>
      <w:r w:rsidRPr="00C16D94">
        <w:rPr>
          <w:rFonts w:asciiTheme="minorHAnsi" w:hAnsiTheme="minorHAnsi"/>
        </w:rPr>
        <w:t>marks)</w:t>
      </w: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2.</w:t>
      </w:r>
      <w:r w:rsidRPr="00C16D94">
        <w:rPr>
          <w:rFonts w:asciiTheme="minorHAnsi" w:hAnsiTheme="minorHAnsi"/>
        </w:rPr>
        <w:tab/>
        <w:t>Here is a regular polygon with 9 sides.</w:t>
      </w:r>
    </w:p>
    <w:p w:rsidR="005B1BF9" w:rsidRPr="00C16D94" w:rsidRDefault="005B1BF9" w:rsidP="005B1BF9">
      <w:pPr>
        <w:pStyle w:val="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drawing>
          <wp:inline distT="0" distB="0" distL="0" distR="0" wp14:anchorId="3EB311B9" wp14:editId="76BBBE8B">
            <wp:extent cx="1666875" cy="1657350"/>
            <wp:effectExtent l="0" t="0" r="952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D94">
        <w:rPr>
          <w:rFonts w:asciiTheme="minorHAnsi" w:hAnsiTheme="minorHAnsi"/>
        </w:rPr>
        <w:t xml:space="preserve">Diagram </w:t>
      </w:r>
      <w:r w:rsidRPr="00C16D94">
        <w:rPr>
          <w:rFonts w:asciiTheme="minorHAnsi" w:hAnsiTheme="minorHAnsi"/>
          <w:b/>
          <w:bCs/>
        </w:rPr>
        <w:t xml:space="preserve">NOT </w:t>
      </w:r>
      <w:r w:rsidRPr="00C16D94">
        <w:rPr>
          <w:rFonts w:asciiTheme="minorHAnsi" w:hAnsiTheme="minorHAnsi"/>
        </w:rPr>
        <w:t>accurately drawn</w:t>
      </w: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Work out the size of an exterior angle.</w:t>
      </w: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5B1BF9" w:rsidRPr="00C16D94" w:rsidRDefault="005B1BF9" w:rsidP="005B1BF9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……………………….°</w:t>
      </w:r>
    </w:p>
    <w:p w:rsidR="005B1BF9" w:rsidRPr="00C16D94" w:rsidRDefault="005B1BF9" w:rsidP="005B1BF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lastRenderedPageBreak/>
        <w:t>(Total 2 marks)</w:t>
      </w: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3.</w:t>
      </w:r>
      <w:r w:rsidRPr="00C16D94">
        <w:rPr>
          <w:rFonts w:asciiTheme="minorHAnsi" w:hAnsiTheme="minorHAnsi"/>
        </w:rPr>
        <w:tab/>
        <w:t>The size of each exterior angle of a regular polygon is 40°.</w:t>
      </w: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Work out the number of sides of the regular polygon.</w:t>
      </w:r>
    </w:p>
    <w:p w:rsidR="005B1BF9" w:rsidRPr="00C16D94" w:rsidRDefault="005B1BF9" w:rsidP="005B1BF9">
      <w:pPr>
        <w:pStyle w:val="rightCharChar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  <w:sz w:val="20"/>
          <w:szCs w:val="20"/>
        </w:rPr>
      </w:pPr>
      <w:r w:rsidRPr="00C16D94">
        <w:rPr>
          <w:rFonts w:asciiTheme="minorHAnsi" w:hAnsiTheme="minorHAnsi"/>
        </w:rPr>
        <w:t>.....................................</w:t>
      </w:r>
    </w:p>
    <w:p w:rsidR="005B1BF9" w:rsidRPr="00C16D94" w:rsidRDefault="005B1BF9" w:rsidP="005B1BF9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2 marks)</w:t>
      </w: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4.</w:t>
      </w:r>
      <w:r w:rsidRPr="00C16D94">
        <w:rPr>
          <w:rFonts w:asciiTheme="minorHAnsi" w:hAnsiTheme="minorHAnsi"/>
        </w:rPr>
        <w:tab/>
      </w:r>
    </w:p>
    <w:p w:rsidR="005B1BF9" w:rsidRPr="00C16D94" w:rsidRDefault="005B1BF9" w:rsidP="005B1BF9">
      <w:pPr>
        <w:pStyle w:val="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drawing>
          <wp:inline distT="0" distB="0" distL="0" distR="0" wp14:anchorId="1B89E09F" wp14:editId="137AECA3">
            <wp:extent cx="4933950" cy="218122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</w:r>
      <w:r w:rsidRPr="00C16D94">
        <w:rPr>
          <w:rFonts w:asciiTheme="minorHAnsi" w:hAnsiTheme="minorHAnsi"/>
          <w:i/>
          <w:iCs/>
        </w:rPr>
        <w:t>DE</w:t>
      </w:r>
      <w:r w:rsidRPr="00C16D94">
        <w:rPr>
          <w:rFonts w:asciiTheme="minorHAnsi" w:hAnsiTheme="minorHAnsi"/>
        </w:rPr>
        <w:t xml:space="preserve"> is parallel to </w:t>
      </w:r>
      <w:r w:rsidRPr="00C16D94">
        <w:rPr>
          <w:rFonts w:asciiTheme="minorHAnsi" w:hAnsiTheme="minorHAnsi"/>
          <w:i/>
          <w:iCs/>
        </w:rPr>
        <w:t>FG.</w:t>
      </w:r>
      <w:r w:rsidRPr="00C16D94">
        <w:rPr>
          <w:rFonts w:asciiTheme="minorHAnsi" w:hAnsiTheme="minorHAnsi"/>
        </w:rPr>
        <w:br/>
        <w:t xml:space="preserve">Find the size of the angle marked </w:t>
      </w:r>
      <w:r w:rsidRPr="00C16D94">
        <w:rPr>
          <w:rFonts w:asciiTheme="minorHAnsi" w:hAnsiTheme="minorHAnsi"/>
          <w:i/>
          <w:iCs/>
        </w:rPr>
        <w:t>y</w:t>
      </w:r>
      <w:r w:rsidRPr="00C16D94">
        <w:rPr>
          <w:rFonts w:asciiTheme="minorHAnsi" w:hAnsiTheme="minorHAnsi"/>
        </w:rPr>
        <w:t>°.</w:t>
      </w:r>
    </w:p>
    <w:p w:rsidR="00F34C2C" w:rsidRPr="00C16D94" w:rsidRDefault="00F34C2C" w:rsidP="005B1BF9">
      <w:pPr>
        <w:pStyle w:val="right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F34C2C" w:rsidRPr="00C16D94" w:rsidRDefault="00F34C2C" w:rsidP="005B1BF9">
      <w:pPr>
        <w:pStyle w:val="right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F34C2C" w:rsidRPr="00C16D94" w:rsidRDefault="00F34C2C" w:rsidP="005B1BF9">
      <w:pPr>
        <w:pStyle w:val="right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5B1BF9" w:rsidRPr="00C16D94" w:rsidRDefault="005B1BF9" w:rsidP="005B1BF9">
      <w:pPr>
        <w:pStyle w:val="right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..........................°</w:t>
      </w:r>
    </w:p>
    <w:p w:rsidR="005B1BF9" w:rsidRPr="00C16D94" w:rsidRDefault="005B1BF9" w:rsidP="005B1BF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1 mark)</w:t>
      </w: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lastRenderedPageBreak/>
        <w:t>5.</w:t>
      </w:r>
      <w:r w:rsidRPr="00C16D94">
        <w:rPr>
          <w:rFonts w:asciiTheme="minorHAnsi" w:hAnsiTheme="minorHAnsi"/>
        </w:rPr>
        <w:tab/>
      </w:r>
      <w:r w:rsidRPr="00C16D94">
        <w:rPr>
          <w:rFonts w:asciiTheme="minorHAnsi" w:hAnsiTheme="minorHAnsi"/>
        </w:rPr>
        <w:br/>
      </w:r>
      <w:r w:rsidRPr="00C16D94">
        <w:rPr>
          <w:rFonts w:asciiTheme="minorHAnsi" w:hAnsiTheme="minorHAnsi"/>
          <w:noProof/>
        </w:rPr>
        <w:drawing>
          <wp:inline distT="0" distB="0" distL="0" distR="0" wp14:anchorId="6DD4D785" wp14:editId="195CECE6">
            <wp:extent cx="4619625" cy="2318091"/>
            <wp:effectExtent l="0" t="0" r="0" b="635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2318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</w:r>
      <w:r w:rsidRPr="00C16D94">
        <w:rPr>
          <w:rFonts w:asciiTheme="minorHAnsi" w:hAnsiTheme="minorHAnsi"/>
          <w:i/>
          <w:iCs/>
        </w:rPr>
        <w:t>BEG</w:t>
      </w:r>
      <w:r w:rsidRPr="00C16D94">
        <w:rPr>
          <w:rFonts w:asciiTheme="minorHAnsi" w:hAnsiTheme="minorHAnsi"/>
        </w:rPr>
        <w:t xml:space="preserve"> and </w:t>
      </w:r>
      <w:r w:rsidRPr="00C16D94">
        <w:rPr>
          <w:rFonts w:asciiTheme="minorHAnsi" w:hAnsiTheme="minorHAnsi"/>
          <w:i/>
          <w:iCs/>
        </w:rPr>
        <w:t>CFG</w:t>
      </w:r>
      <w:r w:rsidRPr="00C16D94">
        <w:rPr>
          <w:rFonts w:asciiTheme="minorHAnsi" w:hAnsiTheme="minorHAnsi"/>
        </w:rPr>
        <w:t xml:space="preserve"> are straight lines.</w:t>
      </w:r>
      <w:r w:rsidRPr="00C16D94">
        <w:rPr>
          <w:rFonts w:asciiTheme="minorHAnsi" w:hAnsiTheme="minorHAnsi"/>
        </w:rPr>
        <w:br/>
      </w:r>
      <w:r w:rsidRPr="00C16D94">
        <w:rPr>
          <w:rFonts w:asciiTheme="minorHAnsi" w:hAnsiTheme="minorHAnsi"/>
          <w:i/>
          <w:iCs/>
        </w:rPr>
        <w:t>ABC</w:t>
      </w:r>
      <w:r w:rsidRPr="00C16D94">
        <w:rPr>
          <w:rFonts w:asciiTheme="minorHAnsi" w:hAnsiTheme="minorHAnsi"/>
        </w:rPr>
        <w:t xml:space="preserve"> is parallel to </w:t>
      </w:r>
      <w:r w:rsidRPr="00C16D94">
        <w:rPr>
          <w:rFonts w:asciiTheme="minorHAnsi" w:hAnsiTheme="minorHAnsi"/>
          <w:i/>
          <w:iCs/>
        </w:rPr>
        <w:t>DEF</w:t>
      </w:r>
      <w:proofErr w:type="gramStart"/>
      <w:r w:rsidRPr="00C16D94">
        <w:rPr>
          <w:rFonts w:asciiTheme="minorHAnsi" w:hAnsiTheme="minorHAnsi"/>
          <w:i/>
          <w:iCs/>
        </w:rPr>
        <w:t>.</w:t>
      </w:r>
      <w:proofErr w:type="gramEnd"/>
      <w:r w:rsidRPr="00C16D94">
        <w:rPr>
          <w:rFonts w:asciiTheme="minorHAnsi" w:hAnsiTheme="minorHAnsi"/>
        </w:rPr>
        <w:br/>
        <w:t xml:space="preserve">Angle </w:t>
      </w:r>
      <w:r w:rsidRPr="00C16D94">
        <w:rPr>
          <w:rFonts w:asciiTheme="minorHAnsi" w:hAnsiTheme="minorHAnsi"/>
          <w:i/>
          <w:iCs/>
        </w:rPr>
        <w:t xml:space="preserve">ABE </w:t>
      </w:r>
      <w:r w:rsidRPr="00C16D94">
        <w:rPr>
          <w:rFonts w:asciiTheme="minorHAnsi" w:hAnsiTheme="minorHAnsi"/>
        </w:rPr>
        <w:t>= 48°.</w:t>
      </w:r>
      <w:r w:rsidRPr="00C16D94">
        <w:rPr>
          <w:rFonts w:asciiTheme="minorHAnsi" w:hAnsiTheme="minorHAnsi"/>
        </w:rPr>
        <w:br/>
        <w:t xml:space="preserve">Angle </w:t>
      </w:r>
      <w:r w:rsidRPr="00C16D94">
        <w:rPr>
          <w:rFonts w:asciiTheme="minorHAnsi" w:hAnsiTheme="minorHAnsi"/>
          <w:i/>
          <w:iCs/>
        </w:rPr>
        <w:t>BCF</w:t>
      </w:r>
      <w:r w:rsidRPr="00C16D94">
        <w:rPr>
          <w:rFonts w:asciiTheme="minorHAnsi" w:hAnsiTheme="minorHAnsi"/>
        </w:rPr>
        <w:t xml:space="preserve"> = 30°.</w:t>
      </w:r>
    </w:p>
    <w:p w:rsidR="005B1BF9" w:rsidRPr="00C16D94" w:rsidRDefault="005B1BF9" w:rsidP="005B1BF9">
      <w:pPr>
        <w:pStyle w:val="indent1a"/>
        <w:tabs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(a)</w:t>
      </w:r>
      <w:r w:rsidRPr="00C16D94">
        <w:rPr>
          <w:rFonts w:asciiTheme="minorHAnsi" w:hAnsiTheme="minorHAnsi"/>
        </w:rPr>
        <w:tab/>
        <w:t>(</w:t>
      </w:r>
      <w:proofErr w:type="gramStart"/>
      <w:r w:rsidRPr="00C16D94">
        <w:rPr>
          <w:rFonts w:asciiTheme="minorHAnsi" w:hAnsiTheme="minorHAnsi"/>
        </w:rPr>
        <w:t>i</w:t>
      </w:r>
      <w:proofErr w:type="gramEnd"/>
      <w:r w:rsidRPr="00C16D94">
        <w:rPr>
          <w:rFonts w:asciiTheme="minorHAnsi" w:hAnsiTheme="minorHAnsi"/>
        </w:rPr>
        <w:t>)</w:t>
      </w:r>
      <w:r w:rsidRPr="00C16D94">
        <w:rPr>
          <w:rFonts w:asciiTheme="minorHAnsi" w:hAnsiTheme="minorHAnsi"/>
        </w:rPr>
        <w:tab/>
        <w:t xml:space="preserve">Write down the size of the angle marked </w:t>
      </w:r>
      <w:r w:rsidRPr="00C16D94">
        <w:rPr>
          <w:rFonts w:asciiTheme="minorHAnsi" w:hAnsiTheme="minorHAnsi"/>
          <w:i/>
          <w:iCs/>
        </w:rPr>
        <w:t>x.</w:t>
      </w:r>
    </w:p>
    <w:p w:rsidR="005B1BF9" w:rsidRPr="00C16D94" w:rsidRDefault="005B1BF9" w:rsidP="005B1BF9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</w:rPr>
        <w:t xml:space="preserve"> = ...................</w:t>
      </w:r>
      <w:r w:rsidRPr="00C16D94">
        <w:rPr>
          <w:rFonts w:asciiTheme="minorHAnsi" w:hAnsiTheme="minorHAnsi" w:cs="Symbol"/>
        </w:rPr>
        <w:t></w:t>
      </w:r>
    </w:p>
    <w:p w:rsidR="005B1BF9" w:rsidRPr="00C16D94" w:rsidRDefault="005B1BF9" w:rsidP="005B1BF9">
      <w:pPr>
        <w:pStyle w:val="indent2"/>
        <w:tabs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 xml:space="preserve"> (ii)</w:t>
      </w:r>
      <w:r w:rsidRPr="00C16D94">
        <w:rPr>
          <w:rFonts w:asciiTheme="minorHAnsi" w:hAnsiTheme="minorHAnsi"/>
        </w:rPr>
        <w:tab/>
        <w:t>Give a reason for your answer.</w:t>
      </w:r>
    </w:p>
    <w:p w:rsidR="005B1BF9" w:rsidRPr="00C16D94" w:rsidRDefault="005B1BF9" w:rsidP="005B1BF9">
      <w:pPr>
        <w:pStyle w:val="indent3"/>
        <w:tabs>
          <w:tab w:val="left" w:pos="226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............................................................................................</w:t>
      </w:r>
    </w:p>
    <w:p w:rsidR="005B1BF9" w:rsidRPr="00C16D94" w:rsidRDefault="005B1BF9" w:rsidP="005B1BF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(2)</w:t>
      </w:r>
    </w:p>
    <w:p w:rsidR="005B1BF9" w:rsidRPr="00C16D94" w:rsidRDefault="005B1BF9" w:rsidP="005B1BF9">
      <w:pPr>
        <w:pStyle w:val="indent1a"/>
        <w:tabs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 xml:space="preserve"> (b)</w:t>
      </w:r>
      <w:r w:rsidRPr="00C16D94">
        <w:rPr>
          <w:rFonts w:asciiTheme="minorHAnsi" w:hAnsiTheme="minorHAnsi"/>
        </w:rPr>
        <w:tab/>
        <w:t>(</w:t>
      </w:r>
      <w:proofErr w:type="gramStart"/>
      <w:r w:rsidRPr="00C16D94">
        <w:rPr>
          <w:rFonts w:asciiTheme="minorHAnsi" w:hAnsiTheme="minorHAnsi"/>
        </w:rPr>
        <w:t>i</w:t>
      </w:r>
      <w:proofErr w:type="gramEnd"/>
      <w:r w:rsidRPr="00C16D94">
        <w:rPr>
          <w:rFonts w:asciiTheme="minorHAnsi" w:hAnsiTheme="minorHAnsi"/>
        </w:rPr>
        <w:t>)</w:t>
      </w:r>
      <w:r w:rsidRPr="00C16D94">
        <w:rPr>
          <w:rFonts w:asciiTheme="minorHAnsi" w:hAnsiTheme="minorHAnsi"/>
        </w:rPr>
        <w:tab/>
        <w:t xml:space="preserve">Write down the size of the angle marked </w:t>
      </w:r>
      <w:r w:rsidRPr="00C16D94">
        <w:rPr>
          <w:rFonts w:asciiTheme="minorHAnsi" w:hAnsiTheme="minorHAnsi"/>
          <w:i/>
          <w:iCs/>
        </w:rPr>
        <w:t>y</w:t>
      </w:r>
      <w:r w:rsidRPr="00C16D94">
        <w:rPr>
          <w:rFonts w:asciiTheme="minorHAnsi" w:hAnsiTheme="minorHAnsi"/>
        </w:rPr>
        <w:t>.</w:t>
      </w:r>
    </w:p>
    <w:p w:rsidR="005B1BF9" w:rsidRPr="00C16D94" w:rsidRDefault="005B1BF9" w:rsidP="005B1BF9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i/>
          <w:iCs/>
        </w:rPr>
        <w:t>y</w:t>
      </w:r>
      <w:r w:rsidRPr="00C16D94">
        <w:rPr>
          <w:rFonts w:asciiTheme="minorHAnsi" w:hAnsiTheme="minorHAnsi"/>
        </w:rPr>
        <w:t xml:space="preserve"> = ...................</w:t>
      </w:r>
      <w:r w:rsidRPr="00C16D94">
        <w:rPr>
          <w:rFonts w:asciiTheme="minorHAnsi" w:hAnsiTheme="minorHAnsi" w:cs="Symbol"/>
        </w:rPr>
        <w:t></w:t>
      </w:r>
    </w:p>
    <w:p w:rsidR="005B1BF9" w:rsidRPr="00C16D94" w:rsidRDefault="005B1BF9" w:rsidP="005B1BF9">
      <w:pPr>
        <w:pStyle w:val="indent2"/>
        <w:tabs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 xml:space="preserve"> (ii)</w:t>
      </w:r>
      <w:r w:rsidRPr="00C16D94">
        <w:rPr>
          <w:rFonts w:asciiTheme="minorHAnsi" w:hAnsiTheme="minorHAnsi"/>
        </w:rPr>
        <w:tab/>
        <w:t>Give a reason for your answer.</w:t>
      </w:r>
    </w:p>
    <w:p w:rsidR="005B1BF9" w:rsidRPr="00C16D94" w:rsidRDefault="005B1BF9" w:rsidP="005B1BF9">
      <w:pPr>
        <w:pStyle w:val="indent3"/>
        <w:tabs>
          <w:tab w:val="left" w:pos="226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............................................................................................</w:t>
      </w:r>
    </w:p>
    <w:p w:rsidR="005B1BF9" w:rsidRPr="00C16D94" w:rsidRDefault="005B1BF9" w:rsidP="005B1BF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(2)</w:t>
      </w:r>
    </w:p>
    <w:p w:rsidR="005B1BF9" w:rsidRPr="00C16D94" w:rsidRDefault="005B1BF9" w:rsidP="005B1BF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4 marks)</w:t>
      </w:r>
    </w:p>
    <w:p w:rsidR="005B1BF9" w:rsidRPr="00C16D94" w:rsidRDefault="005B1BF9" w:rsidP="00AC072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rFonts w:asciiTheme="minorHAnsi" w:hAnsiTheme="minorHAnsi"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 w:cstheme="minorHAnsi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1CF8F678" wp14:editId="161414F1">
                <wp:simplePos x="0" y="0"/>
                <wp:positionH relativeFrom="column">
                  <wp:posOffset>-69215</wp:posOffset>
                </wp:positionH>
                <wp:positionV relativeFrom="paragraph">
                  <wp:posOffset>-305435</wp:posOffset>
                </wp:positionV>
                <wp:extent cx="4772660" cy="247650"/>
                <wp:effectExtent l="0" t="0" r="27940" b="19050"/>
                <wp:wrapNone/>
                <wp:docPr id="30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D94" w:rsidRDefault="00C16D94" w:rsidP="00F34C2C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Pythagoras theorem</w:t>
                            </w:r>
                          </w:p>
                          <w:p w:rsidR="00C16D94" w:rsidRPr="00EA4FD1" w:rsidRDefault="00C16D94" w:rsidP="00F34C2C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-5.45pt;margin-top:-24.05pt;width:375.8pt;height:19.5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" strokeweight="2pt">
                <v:textbox>
                  <w:txbxContent>
                    <w:p w:rsidR="00C16D94" w:rsidRDefault="00C16D94" w:rsidP="00F34C2C">
                      <w:pPr>
                        <w:spacing w:line="48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Pythagoras theorem</w:t>
                      </w:r>
                    </w:p>
                    <w:p w:rsidR="00C16D94" w:rsidRPr="00EA4FD1" w:rsidRDefault="00C16D94" w:rsidP="00F34C2C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6D94">
        <w:rPr>
          <w:rFonts w:asciiTheme="minorHAnsi" w:hAnsiTheme="minorHAnsi"/>
          <w:b/>
          <w:bCs/>
        </w:rPr>
        <w:t>1.</w:t>
      </w:r>
      <w:r w:rsidRPr="00C16D94">
        <w:rPr>
          <w:rFonts w:asciiTheme="minorHAnsi" w:hAnsiTheme="minorHAnsi"/>
        </w:rPr>
        <w:tab/>
      </w:r>
    </w:p>
    <w:p w:rsidR="00F34C2C" w:rsidRPr="00C16D94" w:rsidRDefault="00F34C2C" w:rsidP="00F34C2C">
      <w:pPr>
        <w:pStyle w:val="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drawing>
          <wp:inline distT="0" distB="0" distL="0" distR="0" wp14:anchorId="1B740FA2" wp14:editId="4E888887">
            <wp:extent cx="3886200" cy="1608690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2683" cy="1607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</w:r>
      <w:r w:rsidRPr="00C16D94">
        <w:rPr>
          <w:rFonts w:asciiTheme="minorHAnsi" w:hAnsiTheme="minorHAnsi"/>
          <w:i/>
          <w:iCs/>
        </w:rPr>
        <w:t>XYZ</w:t>
      </w:r>
      <w:r w:rsidRPr="00C16D94">
        <w:rPr>
          <w:rFonts w:asciiTheme="minorHAnsi" w:hAnsiTheme="minorHAnsi"/>
        </w:rPr>
        <w:t xml:space="preserve"> is a right-angled triangle.</w:t>
      </w:r>
      <w:r w:rsidRPr="00C16D94">
        <w:rPr>
          <w:rFonts w:asciiTheme="minorHAnsi" w:hAnsiTheme="minorHAnsi"/>
        </w:rPr>
        <w:br/>
      </w:r>
      <w:r w:rsidRPr="00C16D94">
        <w:rPr>
          <w:rFonts w:asciiTheme="minorHAnsi" w:hAnsiTheme="minorHAnsi"/>
          <w:i/>
          <w:iCs/>
        </w:rPr>
        <w:t>XY</w:t>
      </w:r>
      <w:r w:rsidRPr="00C16D94">
        <w:rPr>
          <w:rFonts w:asciiTheme="minorHAnsi" w:hAnsiTheme="minorHAnsi"/>
        </w:rPr>
        <w:t xml:space="preserve"> = 3.2 cm</w:t>
      </w:r>
      <w:proofErr w:type="gramStart"/>
      <w:r w:rsidRPr="00C16D94">
        <w:rPr>
          <w:rFonts w:asciiTheme="minorHAnsi" w:hAnsiTheme="minorHAnsi"/>
        </w:rPr>
        <w:t>.</w:t>
      </w:r>
      <w:proofErr w:type="gramEnd"/>
      <w:r w:rsidRPr="00C16D94">
        <w:rPr>
          <w:rFonts w:asciiTheme="minorHAnsi" w:hAnsiTheme="minorHAnsi"/>
        </w:rPr>
        <w:br/>
      </w:r>
      <w:r w:rsidRPr="00C16D94">
        <w:rPr>
          <w:rFonts w:asciiTheme="minorHAnsi" w:hAnsiTheme="minorHAnsi"/>
          <w:i/>
          <w:iCs/>
        </w:rPr>
        <w:t>XZ</w:t>
      </w:r>
      <w:r w:rsidRPr="00C16D94">
        <w:rPr>
          <w:rFonts w:asciiTheme="minorHAnsi" w:hAnsiTheme="minorHAnsi"/>
        </w:rPr>
        <w:t xml:space="preserve"> = 1.7 cm.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Calculate the length of </w:t>
      </w:r>
      <w:r w:rsidRPr="00C16D94">
        <w:rPr>
          <w:rFonts w:asciiTheme="minorHAnsi" w:hAnsiTheme="minorHAnsi"/>
          <w:i/>
          <w:iCs/>
        </w:rPr>
        <w:t>YZ</w:t>
      </w:r>
      <w:r w:rsidRPr="00C16D94">
        <w:rPr>
          <w:rFonts w:asciiTheme="minorHAnsi" w:hAnsiTheme="minorHAnsi"/>
        </w:rPr>
        <w:t>.</w:t>
      </w:r>
      <w:r w:rsidRPr="00C16D94">
        <w:rPr>
          <w:rFonts w:asciiTheme="minorHAnsi" w:hAnsiTheme="minorHAnsi"/>
        </w:rPr>
        <w:br/>
        <w:t>Give your answer correct to 3 significant figures.</w:t>
      </w:r>
    </w:p>
    <w:p w:rsidR="00F34C2C" w:rsidRPr="00C16D94" w:rsidRDefault="00F34C2C" w:rsidP="00F34C2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…………………………. cm</w:t>
      </w:r>
    </w:p>
    <w:p w:rsidR="00F34C2C" w:rsidRPr="00C16D94" w:rsidRDefault="00F34C2C" w:rsidP="00F34C2C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2.</w:t>
      </w:r>
      <w:r w:rsidRPr="00C16D94">
        <w:rPr>
          <w:rFonts w:asciiTheme="minorHAnsi" w:hAnsiTheme="minorHAnsi"/>
        </w:rPr>
        <w:tab/>
      </w:r>
    </w:p>
    <w:p w:rsidR="00F34C2C" w:rsidRPr="00C16D94" w:rsidRDefault="00F34C2C" w:rsidP="00F34C2C">
      <w:pPr>
        <w:pStyle w:val="question"/>
        <w:tabs>
          <w:tab w:val="left" w:pos="567"/>
          <w:tab w:val="center" w:pos="48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drawing>
          <wp:anchor distT="0" distB="0" distL="114300" distR="114300" simplePos="0" relativeHeight="251927552" behindDoc="0" locked="0" layoutInCell="1" allowOverlap="1" wp14:anchorId="66EA723D" wp14:editId="4B2D8E23">
            <wp:simplePos x="0" y="0"/>
            <wp:positionH relativeFrom="column">
              <wp:posOffset>3312795</wp:posOffset>
            </wp:positionH>
            <wp:positionV relativeFrom="paragraph">
              <wp:posOffset>100965</wp:posOffset>
            </wp:positionV>
            <wp:extent cx="1391285" cy="1693545"/>
            <wp:effectExtent l="0" t="0" r="0" b="1905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285" cy="169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16D94">
        <w:rPr>
          <w:rFonts w:asciiTheme="minorHAnsi" w:hAnsiTheme="minorHAnsi"/>
        </w:rPr>
        <w:tab/>
        <w:t xml:space="preserve">Diagram </w:t>
      </w:r>
      <w:r w:rsidRPr="00C16D94">
        <w:rPr>
          <w:rFonts w:asciiTheme="minorHAnsi" w:hAnsiTheme="minorHAnsi"/>
          <w:b/>
          <w:bCs/>
        </w:rPr>
        <w:t>NOT</w:t>
      </w:r>
      <w:r w:rsidRPr="00C16D94">
        <w:rPr>
          <w:rFonts w:asciiTheme="minorHAnsi" w:hAnsiTheme="minorHAnsi"/>
        </w:rPr>
        <w:t xml:space="preserve"> accurately drawn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</w:r>
      <w:r w:rsidRPr="00C16D94">
        <w:rPr>
          <w:rFonts w:asciiTheme="minorHAnsi" w:hAnsiTheme="minorHAnsi"/>
          <w:i/>
          <w:iCs/>
        </w:rPr>
        <w:t xml:space="preserve">ABC </w:t>
      </w:r>
      <w:r w:rsidRPr="00C16D94">
        <w:rPr>
          <w:rFonts w:asciiTheme="minorHAnsi" w:hAnsiTheme="minorHAnsi"/>
        </w:rPr>
        <w:t>is a right-angled triangle.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</w:r>
      <w:r w:rsidRPr="00C16D94">
        <w:rPr>
          <w:rFonts w:asciiTheme="minorHAnsi" w:hAnsiTheme="minorHAnsi"/>
          <w:i/>
          <w:iCs/>
        </w:rPr>
        <w:t xml:space="preserve">AC </w:t>
      </w:r>
      <w:r w:rsidRPr="00C16D94">
        <w:rPr>
          <w:rFonts w:asciiTheme="minorHAnsi" w:hAnsiTheme="minorHAnsi"/>
        </w:rPr>
        <w:t>= 6 cm</w:t>
      </w:r>
      <w:proofErr w:type="gramStart"/>
      <w:r w:rsidRPr="00C16D94">
        <w:rPr>
          <w:rFonts w:asciiTheme="minorHAnsi" w:hAnsiTheme="minorHAnsi"/>
        </w:rPr>
        <w:t>.</w:t>
      </w:r>
      <w:proofErr w:type="gramEnd"/>
      <w:r w:rsidRPr="00C16D94">
        <w:rPr>
          <w:rFonts w:asciiTheme="minorHAnsi" w:hAnsiTheme="minorHAnsi"/>
        </w:rPr>
        <w:br/>
      </w:r>
      <w:r w:rsidRPr="00C16D94">
        <w:rPr>
          <w:rFonts w:asciiTheme="minorHAnsi" w:hAnsiTheme="minorHAnsi"/>
          <w:i/>
          <w:iCs/>
        </w:rPr>
        <w:t xml:space="preserve">BC </w:t>
      </w:r>
      <w:r w:rsidRPr="00C16D94">
        <w:rPr>
          <w:rFonts w:asciiTheme="minorHAnsi" w:hAnsiTheme="minorHAnsi"/>
        </w:rPr>
        <w:t>= 9 cm.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Work out the length of </w:t>
      </w:r>
      <w:r w:rsidRPr="00C16D94">
        <w:rPr>
          <w:rFonts w:asciiTheme="minorHAnsi" w:hAnsiTheme="minorHAnsi"/>
          <w:i/>
          <w:iCs/>
        </w:rPr>
        <w:t>AB</w:t>
      </w:r>
      <w:proofErr w:type="gramStart"/>
      <w:r w:rsidRPr="00C16D94">
        <w:rPr>
          <w:rFonts w:asciiTheme="minorHAnsi" w:hAnsiTheme="minorHAnsi"/>
        </w:rPr>
        <w:t>.</w:t>
      </w:r>
      <w:proofErr w:type="gramEnd"/>
      <w:r w:rsidRPr="00C16D94">
        <w:rPr>
          <w:rFonts w:asciiTheme="minorHAnsi" w:hAnsiTheme="minorHAnsi"/>
        </w:rPr>
        <w:br/>
        <w:t>Give your answer correct to 3 significant figures.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 cm</w:t>
      </w:r>
    </w:p>
    <w:p w:rsidR="00F34C2C" w:rsidRPr="00C16D94" w:rsidRDefault="00F34C2C" w:rsidP="00F34C2C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lastRenderedPageBreak/>
        <w:t>3.</w:t>
      </w:r>
      <w:r w:rsidRPr="00C16D94">
        <w:rPr>
          <w:rFonts w:asciiTheme="minorHAnsi" w:hAnsiTheme="minorHAnsi"/>
        </w:rPr>
        <w:tab/>
      </w:r>
      <w:r w:rsidRPr="00C16D94">
        <w:rPr>
          <w:rFonts w:asciiTheme="minorHAnsi" w:hAnsiTheme="minorHAnsi"/>
        </w:rPr>
        <w:br/>
      </w:r>
      <w:r w:rsidRPr="00C16D94">
        <w:rPr>
          <w:rFonts w:asciiTheme="minorHAnsi" w:hAnsiTheme="minorHAnsi"/>
        </w:rPr>
        <w:tab/>
      </w:r>
      <w:r w:rsidRPr="00C16D94">
        <w:rPr>
          <w:rFonts w:asciiTheme="minorHAnsi" w:hAnsiTheme="minorHAnsi"/>
        </w:rPr>
        <w:tab/>
      </w:r>
      <w:r w:rsidRPr="00C16D94">
        <w:rPr>
          <w:rFonts w:asciiTheme="minorHAnsi" w:hAnsiTheme="minorHAnsi"/>
          <w:noProof/>
        </w:rPr>
        <w:drawing>
          <wp:inline distT="0" distB="0" distL="0" distR="0" wp14:anchorId="2DB2B7D9" wp14:editId="3C43BF39">
            <wp:extent cx="3200400" cy="1292711"/>
            <wp:effectExtent l="0" t="0" r="0" b="317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1966" cy="1293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</w:r>
      <w:r w:rsidRPr="00C16D94">
        <w:rPr>
          <w:rFonts w:asciiTheme="minorHAnsi" w:hAnsiTheme="minorHAnsi"/>
          <w:i/>
          <w:iCs/>
        </w:rPr>
        <w:t>ABCD</w:t>
      </w:r>
      <w:r w:rsidRPr="00C16D94">
        <w:rPr>
          <w:rFonts w:asciiTheme="minorHAnsi" w:hAnsiTheme="minorHAnsi"/>
        </w:rPr>
        <w:t xml:space="preserve"> is a rectangle.</w:t>
      </w:r>
      <w:r w:rsidRPr="00C16D94">
        <w:rPr>
          <w:rFonts w:asciiTheme="minorHAnsi" w:hAnsiTheme="minorHAnsi"/>
        </w:rPr>
        <w:br/>
      </w:r>
      <w:r w:rsidRPr="00C16D94">
        <w:rPr>
          <w:rFonts w:asciiTheme="minorHAnsi" w:hAnsiTheme="minorHAnsi"/>
          <w:i/>
          <w:iCs/>
        </w:rPr>
        <w:t>AC</w:t>
      </w:r>
      <w:r w:rsidRPr="00C16D94">
        <w:rPr>
          <w:rFonts w:asciiTheme="minorHAnsi" w:hAnsiTheme="minorHAnsi"/>
        </w:rPr>
        <w:t xml:space="preserve"> = 17 cm</w:t>
      </w:r>
      <w:proofErr w:type="gramStart"/>
      <w:r w:rsidRPr="00C16D94">
        <w:rPr>
          <w:rFonts w:asciiTheme="minorHAnsi" w:hAnsiTheme="minorHAnsi"/>
        </w:rPr>
        <w:t>.</w:t>
      </w:r>
      <w:proofErr w:type="gramEnd"/>
      <w:r w:rsidRPr="00C16D94">
        <w:rPr>
          <w:rFonts w:asciiTheme="minorHAnsi" w:hAnsiTheme="minorHAnsi"/>
        </w:rPr>
        <w:br/>
      </w:r>
      <w:r w:rsidRPr="00C16D94">
        <w:rPr>
          <w:rFonts w:asciiTheme="minorHAnsi" w:hAnsiTheme="minorHAnsi"/>
          <w:i/>
          <w:iCs/>
        </w:rPr>
        <w:t>AD</w:t>
      </w:r>
      <w:r w:rsidRPr="00C16D94">
        <w:rPr>
          <w:rFonts w:asciiTheme="minorHAnsi" w:hAnsiTheme="minorHAnsi"/>
        </w:rPr>
        <w:t xml:space="preserve"> = 10 cm.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Calculate the length of the side </w:t>
      </w:r>
      <w:r w:rsidRPr="00C16D94">
        <w:rPr>
          <w:rFonts w:asciiTheme="minorHAnsi" w:hAnsiTheme="minorHAnsi"/>
          <w:i/>
          <w:iCs/>
        </w:rPr>
        <w:t>CD</w:t>
      </w:r>
      <w:r w:rsidRPr="00C16D94">
        <w:rPr>
          <w:rFonts w:asciiTheme="minorHAnsi" w:hAnsiTheme="minorHAnsi"/>
        </w:rPr>
        <w:t>.</w:t>
      </w:r>
      <w:r w:rsidRPr="00C16D94">
        <w:rPr>
          <w:rFonts w:asciiTheme="minorHAnsi" w:hAnsiTheme="minorHAnsi"/>
        </w:rPr>
        <w:br/>
        <w:t>Give your answer correct to one decimal place.</w:t>
      </w:r>
    </w:p>
    <w:p w:rsidR="00F34C2C" w:rsidRPr="00C16D94" w:rsidRDefault="00F34C2C" w:rsidP="00F34C2C">
      <w:pPr>
        <w:pStyle w:val="right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 cm</w:t>
      </w:r>
    </w:p>
    <w:p w:rsidR="00F34C2C" w:rsidRPr="00C16D94" w:rsidRDefault="00F34C2C" w:rsidP="00F34C2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</w:t>
      </w:r>
      <w:r w:rsidRPr="00C16D94">
        <w:rPr>
          <w:rFonts w:asciiTheme="minorHAnsi" w:hAnsiTheme="minorHAnsi"/>
          <w:b w:val="0"/>
          <w:bCs w:val="0"/>
        </w:rPr>
        <w:t xml:space="preserve"> </w:t>
      </w:r>
      <w:r w:rsidRPr="00C16D94">
        <w:rPr>
          <w:rFonts w:asciiTheme="minorHAnsi" w:hAnsiTheme="minorHAnsi"/>
        </w:rPr>
        <w:t>3</w:t>
      </w:r>
      <w:r w:rsidRPr="00C16D94">
        <w:rPr>
          <w:rFonts w:asciiTheme="minorHAnsi" w:hAnsiTheme="minorHAnsi"/>
          <w:b w:val="0"/>
          <w:bCs w:val="0"/>
        </w:rPr>
        <w:t xml:space="preserve"> </w:t>
      </w:r>
      <w:r w:rsidRPr="00C16D94">
        <w:rPr>
          <w:rFonts w:asciiTheme="minorHAnsi" w:hAnsiTheme="minorHAnsi"/>
        </w:rPr>
        <w:t>marks)</w:t>
      </w:r>
    </w:p>
    <w:p w:rsidR="00F34C2C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144D18" w:rsidRDefault="00144D18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144D18" w:rsidRPr="00C16D94" w:rsidRDefault="00144D18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144D18" w:rsidRDefault="00144D18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144D18" w:rsidRPr="00C16D94" w:rsidRDefault="00144D18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144D18" w:rsidP="00F34C2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lastRenderedPageBreak/>
        <w:t xml:space="preserve"> </w:t>
      </w:r>
      <w:r w:rsidR="00F34C2C" w:rsidRPr="00C16D94">
        <w:rPr>
          <w:rFonts w:asciiTheme="minorHAnsi" w:hAnsiTheme="minorHAnsi"/>
        </w:rPr>
        <w:t>(Total 6 marks)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4745EFA3" wp14:editId="61072657">
                <wp:simplePos x="0" y="0"/>
                <wp:positionH relativeFrom="column">
                  <wp:posOffset>-2540</wp:posOffset>
                </wp:positionH>
                <wp:positionV relativeFrom="paragraph">
                  <wp:posOffset>-334010</wp:posOffset>
                </wp:positionV>
                <wp:extent cx="4772660" cy="247650"/>
                <wp:effectExtent l="0" t="0" r="27940" b="19050"/>
                <wp:wrapNone/>
                <wp:docPr id="50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D94" w:rsidRDefault="00C16D94" w:rsidP="00F34C2C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Similar shapes including length, area, and volume scale factors</w:t>
                            </w:r>
                          </w:p>
                          <w:p w:rsidR="00C16D94" w:rsidRPr="00EA4FD1" w:rsidRDefault="00C16D94" w:rsidP="00F34C2C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-.2pt;margin-top:-26.3pt;width:375.8pt;height:19.5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" strokeweight="2pt">
                <v:textbox>
                  <w:txbxContent>
                    <w:p w:rsidR="00C16D94" w:rsidRDefault="00C16D94" w:rsidP="00F34C2C">
                      <w:pPr>
                        <w:spacing w:line="48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Similar shapes including length, area, and volume scale factors</w:t>
                      </w:r>
                    </w:p>
                    <w:p w:rsidR="00C16D94" w:rsidRPr="00EA4FD1" w:rsidRDefault="00C16D94" w:rsidP="00F34C2C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6D94">
        <w:rPr>
          <w:rFonts w:asciiTheme="minorHAnsi" w:hAnsiTheme="minorHAnsi"/>
          <w:b/>
          <w:bCs/>
        </w:rPr>
        <w:t>1.</w:t>
      </w:r>
      <w:r w:rsidRPr="00C16D94">
        <w:rPr>
          <w:rFonts w:asciiTheme="minorHAnsi" w:hAnsiTheme="minorHAnsi"/>
        </w:rPr>
        <w:tab/>
        <w:t xml:space="preserve">Shapes </w:t>
      </w:r>
      <w:r w:rsidRPr="00C16D94">
        <w:rPr>
          <w:rFonts w:asciiTheme="minorHAnsi" w:hAnsiTheme="minorHAnsi"/>
          <w:i/>
          <w:iCs/>
        </w:rPr>
        <w:t xml:space="preserve">ABCD </w:t>
      </w:r>
      <w:r w:rsidRPr="00C16D94">
        <w:rPr>
          <w:rFonts w:asciiTheme="minorHAnsi" w:hAnsiTheme="minorHAnsi"/>
        </w:rPr>
        <w:t xml:space="preserve">and </w:t>
      </w:r>
      <w:r w:rsidRPr="00C16D94">
        <w:rPr>
          <w:rFonts w:asciiTheme="minorHAnsi" w:hAnsiTheme="minorHAnsi"/>
          <w:i/>
          <w:iCs/>
        </w:rPr>
        <w:t xml:space="preserve">EFGH </w:t>
      </w:r>
      <w:r w:rsidRPr="00C16D94">
        <w:rPr>
          <w:rFonts w:asciiTheme="minorHAnsi" w:hAnsiTheme="minorHAnsi"/>
        </w:rPr>
        <w:t>are mathematically similar.</w:t>
      </w:r>
    </w:p>
    <w:p w:rsidR="00F34C2C" w:rsidRPr="00C16D94" w:rsidRDefault="00F34C2C" w:rsidP="00F34C2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drawing>
          <wp:inline distT="0" distB="0" distL="0" distR="0" wp14:anchorId="6A56C78C" wp14:editId="1E322DF0">
            <wp:extent cx="4355574" cy="2000250"/>
            <wp:effectExtent l="0" t="0" r="6985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5574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C2C" w:rsidRPr="00C16D94" w:rsidRDefault="00F34C2C" w:rsidP="00F34C2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(a)</w:t>
      </w:r>
      <w:r w:rsidRPr="00C16D94">
        <w:rPr>
          <w:rFonts w:asciiTheme="minorHAnsi" w:hAnsiTheme="minorHAnsi"/>
        </w:rPr>
        <w:tab/>
        <w:t xml:space="preserve">Calculate the length of </w:t>
      </w:r>
      <w:r w:rsidRPr="00C16D94">
        <w:rPr>
          <w:rFonts w:asciiTheme="minorHAnsi" w:hAnsiTheme="minorHAnsi"/>
          <w:i/>
          <w:iCs/>
        </w:rPr>
        <w:t>BC</w:t>
      </w:r>
      <w:r w:rsidRPr="00C16D94">
        <w:rPr>
          <w:rFonts w:asciiTheme="minorHAnsi" w:hAnsiTheme="minorHAnsi"/>
        </w:rPr>
        <w:t>.</w:t>
      </w:r>
    </w:p>
    <w:p w:rsidR="00F34C2C" w:rsidRPr="00C16D94" w:rsidRDefault="00F34C2C" w:rsidP="00F34C2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 cm</w:t>
      </w:r>
    </w:p>
    <w:p w:rsidR="00F34C2C" w:rsidRPr="00C16D94" w:rsidRDefault="00F34C2C" w:rsidP="00F34C2C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(2)</w:t>
      </w:r>
    </w:p>
    <w:p w:rsidR="00F34C2C" w:rsidRPr="00C16D94" w:rsidRDefault="00F34C2C" w:rsidP="00F34C2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 xml:space="preserve"> (b)</w:t>
      </w:r>
      <w:r w:rsidRPr="00C16D94">
        <w:rPr>
          <w:rFonts w:asciiTheme="minorHAnsi" w:hAnsiTheme="minorHAnsi"/>
        </w:rPr>
        <w:tab/>
        <w:t xml:space="preserve">Calculate the length of </w:t>
      </w:r>
      <w:r w:rsidRPr="00C16D94">
        <w:rPr>
          <w:rFonts w:asciiTheme="minorHAnsi" w:hAnsiTheme="minorHAnsi"/>
          <w:i/>
          <w:iCs/>
        </w:rPr>
        <w:t>EF</w:t>
      </w:r>
      <w:r w:rsidRPr="00C16D94">
        <w:rPr>
          <w:rFonts w:asciiTheme="minorHAnsi" w:hAnsiTheme="minorHAnsi"/>
        </w:rPr>
        <w:t>.</w:t>
      </w:r>
    </w:p>
    <w:p w:rsidR="00F34C2C" w:rsidRPr="00C16D94" w:rsidRDefault="00F34C2C" w:rsidP="00F34C2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 cm</w:t>
      </w:r>
    </w:p>
    <w:p w:rsidR="00F34C2C" w:rsidRPr="00C16D94" w:rsidRDefault="00F34C2C" w:rsidP="00F34C2C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(2)</w:t>
      </w:r>
    </w:p>
    <w:p w:rsidR="00F34C2C" w:rsidRPr="00C16D94" w:rsidRDefault="00F34C2C" w:rsidP="00F34C2C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4 marks)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b/>
          <w:bCs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2.</w:t>
      </w:r>
      <w:r w:rsidRPr="00C16D94">
        <w:rPr>
          <w:rFonts w:asciiTheme="minorHAnsi" w:hAnsiTheme="minorHAnsi"/>
        </w:rPr>
        <w:tab/>
      </w:r>
    </w:p>
    <w:p w:rsidR="00F34C2C" w:rsidRPr="00C16D94" w:rsidRDefault="00F34C2C" w:rsidP="00F34C2C">
      <w:pPr>
        <w:pStyle w:val="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drawing>
          <wp:inline distT="0" distB="0" distL="0" distR="0" wp14:anchorId="06190F22" wp14:editId="0A662EA5">
            <wp:extent cx="4162425" cy="1287012"/>
            <wp:effectExtent l="0" t="0" r="0" b="889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1287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Cylinder </w:t>
      </w:r>
      <w:r w:rsidRPr="00C16D94">
        <w:rPr>
          <w:rFonts w:asciiTheme="minorHAnsi" w:hAnsiTheme="minorHAnsi"/>
          <w:b/>
          <w:bCs/>
        </w:rPr>
        <w:t>A</w:t>
      </w:r>
      <w:r w:rsidRPr="00C16D94">
        <w:rPr>
          <w:rFonts w:asciiTheme="minorHAnsi" w:hAnsiTheme="minorHAnsi"/>
        </w:rPr>
        <w:t xml:space="preserve"> and cylinder </w:t>
      </w:r>
      <w:r w:rsidRPr="00C16D94">
        <w:rPr>
          <w:rFonts w:asciiTheme="minorHAnsi" w:hAnsiTheme="minorHAnsi"/>
          <w:b/>
          <w:bCs/>
        </w:rPr>
        <w:t>B</w:t>
      </w:r>
      <w:r w:rsidRPr="00C16D94">
        <w:rPr>
          <w:rFonts w:asciiTheme="minorHAnsi" w:hAnsiTheme="minorHAnsi"/>
        </w:rPr>
        <w:t xml:space="preserve"> are mathematically similar.</w:t>
      </w:r>
      <w:r w:rsidRPr="00C16D94">
        <w:rPr>
          <w:rFonts w:asciiTheme="minorHAnsi" w:hAnsiTheme="minorHAnsi"/>
        </w:rPr>
        <w:br/>
        <w:t xml:space="preserve">The length of cylinder </w:t>
      </w:r>
      <w:r w:rsidRPr="00C16D94">
        <w:rPr>
          <w:rFonts w:asciiTheme="minorHAnsi" w:hAnsiTheme="minorHAnsi"/>
          <w:b/>
          <w:bCs/>
        </w:rPr>
        <w:t>A</w:t>
      </w:r>
      <w:r w:rsidRPr="00C16D94">
        <w:rPr>
          <w:rFonts w:asciiTheme="minorHAnsi" w:hAnsiTheme="minorHAnsi"/>
        </w:rPr>
        <w:t xml:space="preserve"> is 4 cm and the length of cylinder </w:t>
      </w:r>
      <w:r w:rsidRPr="00C16D94">
        <w:rPr>
          <w:rFonts w:asciiTheme="minorHAnsi" w:hAnsiTheme="minorHAnsi"/>
          <w:b/>
          <w:bCs/>
        </w:rPr>
        <w:t>B</w:t>
      </w:r>
      <w:r w:rsidRPr="00C16D94">
        <w:rPr>
          <w:rFonts w:asciiTheme="minorHAnsi" w:hAnsiTheme="minorHAnsi"/>
        </w:rPr>
        <w:t xml:space="preserve"> is 6 cm.</w:t>
      </w:r>
      <w:r w:rsidRPr="00C16D94">
        <w:rPr>
          <w:rFonts w:asciiTheme="minorHAnsi" w:hAnsiTheme="minorHAnsi"/>
        </w:rPr>
        <w:br/>
        <w:t xml:space="preserve">The volume of cylinder </w:t>
      </w:r>
      <w:r w:rsidRPr="00C16D94">
        <w:rPr>
          <w:rFonts w:asciiTheme="minorHAnsi" w:hAnsiTheme="minorHAnsi"/>
          <w:b/>
          <w:bCs/>
        </w:rPr>
        <w:t>A</w:t>
      </w:r>
      <w:r w:rsidRPr="00C16D94">
        <w:rPr>
          <w:rFonts w:asciiTheme="minorHAnsi" w:hAnsiTheme="minorHAnsi"/>
        </w:rPr>
        <w:t xml:space="preserve"> is 80 cm</w:t>
      </w:r>
      <w:r w:rsidRPr="00C16D94">
        <w:rPr>
          <w:rFonts w:asciiTheme="minorHAnsi" w:hAnsiTheme="minorHAnsi"/>
          <w:position w:val="10"/>
          <w:sz w:val="16"/>
          <w:szCs w:val="16"/>
        </w:rPr>
        <w:t>3</w:t>
      </w:r>
      <w:r w:rsidRPr="00C16D94">
        <w:rPr>
          <w:rFonts w:asciiTheme="minorHAnsi" w:hAnsiTheme="minorHAnsi"/>
        </w:rPr>
        <w:t>.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Calculate the volume of cylinder </w:t>
      </w:r>
      <w:r w:rsidRPr="00C16D94">
        <w:rPr>
          <w:rFonts w:asciiTheme="minorHAnsi" w:hAnsiTheme="minorHAnsi"/>
          <w:b/>
          <w:bCs/>
        </w:rPr>
        <w:t>B</w:t>
      </w:r>
      <w:r w:rsidRPr="00C16D94">
        <w:rPr>
          <w:rFonts w:asciiTheme="minorHAnsi" w:hAnsiTheme="minorHAnsi"/>
        </w:rPr>
        <w:t>.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………………………… cm</w:t>
      </w:r>
      <w:r w:rsidRPr="00C16D94">
        <w:rPr>
          <w:rFonts w:asciiTheme="minorHAnsi" w:hAnsiTheme="minorHAnsi"/>
          <w:position w:val="10"/>
          <w:sz w:val="16"/>
          <w:szCs w:val="16"/>
        </w:rPr>
        <w:t>3</w:t>
      </w:r>
    </w:p>
    <w:p w:rsidR="00F34C2C" w:rsidRPr="00C16D94" w:rsidRDefault="00F34C2C" w:rsidP="00F34C2C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4.</w:t>
      </w:r>
      <w:r w:rsidRPr="00C16D94">
        <w:rPr>
          <w:rFonts w:asciiTheme="minorHAnsi" w:hAnsiTheme="minorHAnsi"/>
        </w:rPr>
        <w:tab/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</w:r>
      <w:r w:rsidRPr="00C16D94">
        <w:rPr>
          <w:rFonts w:asciiTheme="minorHAnsi" w:hAnsiTheme="minorHAnsi"/>
          <w:noProof/>
        </w:rPr>
        <w:drawing>
          <wp:inline distT="0" distB="0" distL="0" distR="0" wp14:anchorId="5B9A69F1" wp14:editId="4DDF2E13">
            <wp:extent cx="3619500" cy="1952625"/>
            <wp:effectExtent l="0" t="0" r="0" b="9525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Two cones, </w:t>
      </w:r>
      <w:r w:rsidRPr="00C16D94">
        <w:rPr>
          <w:rFonts w:asciiTheme="minorHAnsi" w:hAnsiTheme="minorHAnsi"/>
          <w:b/>
          <w:bCs/>
        </w:rPr>
        <w:t xml:space="preserve">P </w:t>
      </w:r>
      <w:r w:rsidRPr="00C16D94">
        <w:rPr>
          <w:rFonts w:asciiTheme="minorHAnsi" w:hAnsiTheme="minorHAnsi"/>
        </w:rPr>
        <w:t xml:space="preserve">and </w:t>
      </w:r>
      <w:r w:rsidRPr="00C16D94">
        <w:rPr>
          <w:rFonts w:asciiTheme="minorHAnsi" w:hAnsiTheme="minorHAnsi"/>
          <w:b/>
          <w:bCs/>
        </w:rPr>
        <w:t>Q</w:t>
      </w:r>
      <w:r w:rsidRPr="00C16D94">
        <w:rPr>
          <w:rFonts w:asciiTheme="minorHAnsi" w:hAnsiTheme="minorHAnsi"/>
        </w:rPr>
        <w:t>, are mathematically similar.</w:t>
      </w:r>
      <w:r w:rsidRPr="00C16D94">
        <w:rPr>
          <w:rFonts w:asciiTheme="minorHAnsi" w:hAnsiTheme="minorHAnsi"/>
        </w:rPr>
        <w:br/>
      </w:r>
      <w:r w:rsidRPr="00C16D94">
        <w:rPr>
          <w:rFonts w:asciiTheme="minorHAnsi" w:hAnsiTheme="minorHAnsi"/>
        </w:rPr>
        <w:lastRenderedPageBreak/>
        <w:t xml:space="preserve">The total surface area of cone </w:t>
      </w:r>
      <w:r w:rsidRPr="00C16D94">
        <w:rPr>
          <w:rFonts w:asciiTheme="minorHAnsi" w:hAnsiTheme="minorHAnsi"/>
          <w:b/>
          <w:bCs/>
        </w:rPr>
        <w:t xml:space="preserve">P </w:t>
      </w:r>
      <w:r w:rsidRPr="00C16D94">
        <w:rPr>
          <w:rFonts w:asciiTheme="minorHAnsi" w:hAnsiTheme="minorHAnsi"/>
        </w:rPr>
        <w:t>is 24 cm</w:t>
      </w:r>
      <w:r w:rsidRPr="00C16D94">
        <w:rPr>
          <w:rFonts w:asciiTheme="minorHAnsi" w:hAnsiTheme="minorHAnsi"/>
          <w:position w:val="10"/>
          <w:sz w:val="16"/>
          <w:szCs w:val="16"/>
        </w:rPr>
        <w:t>2</w:t>
      </w:r>
      <w:r w:rsidRPr="00C16D94">
        <w:rPr>
          <w:rFonts w:asciiTheme="minorHAnsi" w:hAnsiTheme="minorHAnsi"/>
        </w:rPr>
        <w:t>.</w:t>
      </w:r>
      <w:r w:rsidRPr="00C16D94">
        <w:rPr>
          <w:rFonts w:asciiTheme="minorHAnsi" w:hAnsiTheme="minorHAnsi"/>
        </w:rPr>
        <w:br/>
        <w:t xml:space="preserve">The total surface area of cone </w:t>
      </w:r>
      <w:r w:rsidRPr="00C16D94">
        <w:rPr>
          <w:rFonts w:asciiTheme="minorHAnsi" w:hAnsiTheme="minorHAnsi"/>
          <w:b/>
          <w:bCs/>
        </w:rPr>
        <w:t xml:space="preserve">Q </w:t>
      </w:r>
      <w:r w:rsidRPr="00C16D94">
        <w:rPr>
          <w:rFonts w:asciiTheme="minorHAnsi" w:hAnsiTheme="minorHAnsi"/>
        </w:rPr>
        <w:t>is 96 cm</w:t>
      </w:r>
      <w:r w:rsidRPr="00C16D94">
        <w:rPr>
          <w:rFonts w:asciiTheme="minorHAnsi" w:hAnsiTheme="minorHAnsi"/>
          <w:position w:val="10"/>
          <w:sz w:val="16"/>
          <w:szCs w:val="16"/>
        </w:rPr>
        <w:t>2</w:t>
      </w:r>
      <w:r w:rsidRPr="00C16D94">
        <w:rPr>
          <w:rFonts w:asciiTheme="minorHAnsi" w:hAnsiTheme="minorHAnsi"/>
        </w:rPr>
        <w:t>.</w:t>
      </w:r>
      <w:r w:rsidRPr="00C16D94">
        <w:rPr>
          <w:rFonts w:asciiTheme="minorHAnsi" w:hAnsiTheme="minorHAnsi"/>
        </w:rPr>
        <w:br/>
        <w:t xml:space="preserve">The height of cone </w:t>
      </w:r>
      <w:r w:rsidRPr="00C16D94">
        <w:rPr>
          <w:rFonts w:asciiTheme="minorHAnsi" w:hAnsiTheme="minorHAnsi"/>
          <w:b/>
          <w:bCs/>
        </w:rPr>
        <w:t xml:space="preserve">P </w:t>
      </w:r>
      <w:r w:rsidRPr="00C16D94">
        <w:rPr>
          <w:rFonts w:asciiTheme="minorHAnsi" w:hAnsiTheme="minorHAnsi"/>
        </w:rPr>
        <w:t>is 4 cm.</w:t>
      </w:r>
    </w:p>
    <w:p w:rsidR="00F34C2C" w:rsidRPr="00C16D94" w:rsidRDefault="00F34C2C" w:rsidP="00F34C2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  <w:i/>
          <w:iCs/>
        </w:rPr>
      </w:pPr>
      <w:r w:rsidRPr="00C16D94">
        <w:rPr>
          <w:rFonts w:asciiTheme="minorHAnsi" w:hAnsiTheme="minorHAnsi"/>
        </w:rPr>
        <w:t xml:space="preserve"> (a)</w:t>
      </w:r>
      <w:r w:rsidRPr="00C16D94">
        <w:rPr>
          <w:rFonts w:asciiTheme="minorHAnsi" w:hAnsiTheme="minorHAnsi"/>
        </w:rPr>
        <w:tab/>
        <w:t xml:space="preserve">Work out the height of cone </w:t>
      </w:r>
      <w:r w:rsidRPr="00C16D94">
        <w:rPr>
          <w:rFonts w:asciiTheme="minorHAnsi" w:hAnsiTheme="minorHAnsi"/>
          <w:b/>
          <w:bCs/>
        </w:rPr>
        <w:t>Q</w:t>
      </w:r>
      <w:r w:rsidRPr="00C16D94">
        <w:rPr>
          <w:rFonts w:asciiTheme="minorHAnsi" w:hAnsiTheme="minorHAnsi"/>
          <w:i/>
          <w:iCs/>
        </w:rPr>
        <w:t>.</w:t>
      </w:r>
    </w:p>
    <w:p w:rsidR="00F34C2C" w:rsidRPr="00C16D94" w:rsidRDefault="00F34C2C" w:rsidP="00F34C2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  <w:i/>
          <w:iCs/>
        </w:rPr>
      </w:pPr>
    </w:p>
    <w:p w:rsidR="00F34C2C" w:rsidRPr="00C16D94" w:rsidRDefault="00F34C2C" w:rsidP="00F34C2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rightCharChar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...................................... cm</w:t>
      </w:r>
    </w:p>
    <w:p w:rsidR="00F34C2C" w:rsidRPr="00C16D94" w:rsidRDefault="00F34C2C" w:rsidP="00F34C2C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(3)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The volume of cone </w:t>
      </w:r>
      <w:r w:rsidRPr="00C16D94">
        <w:rPr>
          <w:rFonts w:asciiTheme="minorHAnsi" w:hAnsiTheme="minorHAnsi"/>
          <w:b/>
          <w:bCs/>
        </w:rPr>
        <w:t xml:space="preserve">P </w:t>
      </w:r>
      <w:r w:rsidRPr="00C16D94">
        <w:rPr>
          <w:rFonts w:asciiTheme="minorHAnsi" w:hAnsiTheme="minorHAnsi"/>
        </w:rPr>
        <w:t>is 12 cm</w:t>
      </w:r>
      <w:r w:rsidRPr="00C16D94">
        <w:rPr>
          <w:rFonts w:asciiTheme="minorHAnsi" w:hAnsiTheme="minorHAnsi"/>
          <w:position w:val="10"/>
          <w:sz w:val="16"/>
          <w:szCs w:val="16"/>
        </w:rPr>
        <w:t>3</w:t>
      </w:r>
      <w:r w:rsidRPr="00C16D94">
        <w:rPr>
          <w:rFonts w:asciiTheme="minorHAnsi" w:hAnsiTheme="minorHAnsi"/>
        </w:rPr>
        <w:t>.</w:t>
      </w:r>
    </w:p>
    <w:p w:rsidR="00F34C2C" w:rsidRPr="00C16D94" w:rsidRDefault="00F34C2C" w:rsidP="00F34C2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(b)</w:t>
      </w:r>
      <w:r w:rsidRPr="00C16D94">
        <w:rPr>
          <w:rFonts w:asciiTheme="minorHAnsi" w:hAnsiTheme="minorHAnsi"/>
        </w:rPr>
        <w:tab/>
        <w:t xml:space="preserve">Work out the volume of cone </w:t>
      </w:r>
      <w:r w:rsidRPr="00C16D94">
        <w:rPr>
          <w:rFonts w:asciiTheme="minorHAnsi" w:hAnsiTheme="minorHAnsi"/>
          <w:b/>
          <w:bCs/>
        </w:rPr>
        <w:t>Q</w:t>
      </w:r>
      <w:r w:rsidRPr="00C16D94">
        <w:rPr>
          <w:rFonts w:asciiTheme="minorHAnsi" w:hAnsiTheme="minorHAnsi"/>
        </w:rPr>
        <w:t>.</w:t>
      </w:r>
    </w:p>
    <w:p w:rsidR="00F34C2C" w:rsidRPr="00C16D94" w:rsidRDefault="00F34C2C" w:rsidP="00F34C2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rightCharChar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..................................... cm</w:t>
      </w:r>
      <w:r w:rsidRPr="00C16D94">
        <w:rPr>
          <w:rFonts w:asciiTheme="minorHAnsi" w:hAnsiTheme="minorHAnsi"/>
          <w:position w:val="10"/>
          <w:sz w:val="16"/>
          <w:szCs w:val="16"/>
        </w:rPr>
        <w:t>3</w:t>
      </w:r>
    </w:p>
    <w:p w:rsidR="00F34C2C" w:rsidRPr="00C16D94" w:rsidRDefault="00F34C2C" w:rsidP="00F34C2C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(2)</w:t>
      </w:r>
    </w:p>
    <w:p w:rsidR="00F34C2C" w:rsidRPr="00C16D94" w:rsidRDefault="00F34C2C" w:rsidP="00F34C2C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5 marks)</w:t>
      </w:r>
    </w:p>
    <w:p w:rsidR="00F34C2C" w:rsidRPr="00C16D94" w:rsidRDefault="00F34C2C" w:rsidP="00F34C2C">
      <w:pPr>
        <w:pStyle w:val="questionCharCharCharCharCharCharCharCharCharCharCharCharCharCharCharCharCharCharCharCharChar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 xml:space="preserve"> 5.</w:t>
      </w:r>
      <w:r w:rsidRPr="00C16D94">
        <w:rPr>
          <w:rFonts w:asciiTheme="minorHAnsi" w:hAnsiTheme="minorHAnsi"/>
        </w:rPr>
        <w:tab/>
      </w:r>
    </w:p>
    <w:p w:rsidR="00F34C2C" w:rsidRPr="00C16D94" w:rsidRDefault="00F34C2C" w:rsidP="00F34C2C">
      <w:pPr>
        <w:pStyle w:val="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drawing>
          <wp:inline distT="0" distB="0" distL="0" distR="0" wp14:anchorId="05F75B7C" wp14:editId="7D7D4995">
            <wp:extent cx="4248150" cy="1273590"/>
            <wp:effectExtent l="0" t="0" r="0" b="3175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127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C2C" w:rsidRPr="00C16D94" w:rsidRDefault="00F34C2C" w:rsidP="00F34C2C">
      <w:pPr>
        <w:pStyle w:val="questionCharCharCharCharCharCharCharCharCharCharCharCharCharCharCharCharCharCharCharCharChar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Two cylinders, </w:t>
      </w:r>
      <w:r w:rsidRPr="00C16D94">
        <w:rPr>
          <w:rFonts w:asciiTheme="minorHAnsi" w:hAnsiTheme="minorHAnsi"/>
          <w:b/>
          <w:bCs/>
        </w:rPr>
        <w:t>P</w:t>
      </w:r>
      <w:r w:rsidRPr="00C16D94">
        <w:rPr>
          <w:rFonts w:asciiTheme="minorHAnsi" w:hAnsiTheme="minorHAnsi"/>
        </w:rPr>
        <w:t xml:space="preserve"> and </w:t>
      </w:r>
      <w:r w:rsidRPr="00C16D94">
        <w:rPr>
          <w:rFonts w:asciiTheme="minorHAnsi" w:hAnsiTheme="minorHAnsi"/>
          <w:b/>
          <w:bCs/>
        </w:rPr>
        <w:t>Q</w:t>
      </w:r>
      <w:r w:rsidRPr="00C16D94">
        <w:rPr>
          <w:rFonts w:asciiTheme="minorHAnsi" w:hAnsiTheme="minorHAnsi"/>
        </w:rPr>
        <w:t>, are mathematically similar.</w:t>
      </w:r>
    </w:p>
    <w:p w:rsidR="00F34C2C" w:rsidRPr="00C16D94" w:rsidRDefault="00F34C2C" w:rsidP="00F34C2C">
      <w:pPr>
        <w:pStyle w:val="questionCharCharCharCharCharCharCharCharCharCharCharCharCharCharCharCharCharCharCharCharChar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The total surface area of cylinder </w:t>
      </w:r>
      <w:r w:rsidRPr="00C16D94">
        <w:rPr>
          <w:rFonts w:asciiTheme="minorHAnsi" w:hAnsiTheme="minorHAnsi"/>
          <w:b/>
          <w:bCs/>
        </w:rPr>
        <w:t>P</w:t>
      </w:r>
      <w:r w:rsidRPr="00C16D94">
        <w:rPr>
          <w:rFonts w:asciiTheme="minorHAnsi" w:hAnsiTheme="minorHAnsi"/>
        </w:rPr>
        <w:t xml:space="preserve"> is 90</w:t>
      </w:r>
      <w:proofErr w:type="gramStart"/>
      <w:r w:rsidRPr="00C16D94">
        <w:rPr>
          <w:rFonts w:asciiTheme="minorHAnsi" w:hAnsiTheme="minorHAnsi" w:cs="Symbol"/>
          <w:i/>
          <w:iCs/>
        </w:rPr>
        <w:t></w:t>
      </w:r>
      <w:r w:rsidRPr="00C16D94">
        <w:rPr>
          <w:rFonts w:asciiTheme="minorHAnsi" w:hAnsiTheme="minorHAnsi"/>
        </w:rPr>
        <w:t xml:space="preserve">  cm</w:t>
      </w:r>
      <w:r w:rsidRPr="00C16D94">
        <w:rPr>
          <w:rFonts w:asciiTheme="minorHAnsi" w:hAnsiTheme="minorHAnsi"/>
          <w:position w:val="10"/>
          <w:sz w:val="16"/>
          <w:szCs w:val="16"/>
        </w:rPr>
        <w:t>2</w:t>
      </w:r>
      <w:proofErr w:type="gramEnd"/>
      <w:r w:rsidRPr="00C16D94">
        <w:rPr>
          <w:rFonts w:asciiTheme="minorHAnsi" w:hAnsiTheme="minorHAnsi"/>
        </w:rPr>
        <w:t>.</w:t>
      </w:r>
    </w:p>
    <w:p w:rsidR="00F34C2C" w:rsidRPr="00C16D94" w:rsidRDefault="00F34C2C" w:rsidP="00F34C2C">
      <w:pPr>
        <w:pStyle w:val="questionCharCharCharCharCharCharCharCharCharCharCharCharCharCharCharCharCharCharCharCharChar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The total surface area of cylinder </w:t>
      </w:r>
      <w:r w:rsidRPr="00C16D94">
        <w:rPr>
          <w:rFonts w:asciiTheme="minorHAnsi" w:hAnsiTheme="minorHAnsi"/>
          <w:b/>
          <w:bCs/>
        </w:rPr>
        <w:t>Q</w:t>
      </w:r>
      <w:r w:rsidRPr="00C16D94">
        <w:rPr>
          <w:rFonts w:asciiTheme="minorHAnsi" w:hAnsiTheme="minorHAnsi"/>
        </w:rPr>
        <w:t xml:space="preserve"> is 810</w:t>
      </w:r>
      <w:proofErr w:type="gramStart"/>
      <w:r w:rsidRPr="00C16D94">
        <w:rPr>
          <w:rFonts w:asciiTheme="minorHAnsi" w:hAnsiTheme="minorHAnsi" w:cs="Symbol"/>
          <w:i/>
          <w:iCs/>
        </w:rPr>
        <w:t></w:t>
      </w:r>
      <w:r w:rsidRPr="00C16D94">
        <w:rPr>
          <w:rFonts w:asciiTheme="minorHAnsi" w:hAnsiTheme="minorHAnsi"/>
        </w:rPr>
        <w:t xml:space="preserve">  cm</w:t>
      </w:r>
      <w:r w:rsidRPr="00C16D94">
        <w:rPr>
          <w:rFonts w:asciiTheme="minorHAnsi" w:hAnsiTheme="minorHAnsi"/>
          <w:position w:val="10"/>
          <w:sz w:val="16"/>
          <w:szCs w:val="16"/>
        </w:rPr>
        <w:t>2</w:t>
      </w:r>
      <w:proofErr w:type="gramEnd"/>
      <w:r w:rsidRPr="00C16D94">
        <w:rPr>
          <w:rFonts w:asciiTheme="minorHAnsi" w:hAnsiTheme="minorHAnsi"/>
        </w:rPr>
        <w:t>.</w:t>
      </w:r>
    </w:p>
    <w:p w:rsidR="00F34C2C" w:rsidRPr="00C16D94" w:rsidRDefault="00F34C2C" w:rsidP="00F34C2C">
      <w:pPr>
        <w:pStyle w:val="questionCharCharCharCharCharCharCharCharCharCharCharCharCharCharCharCharCharCharCharCharChar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lastRenderedPageBreak/>
        <w:tab/>
        <w:t xml:space="preserve">The length of cylinder </w:t>
      </w:r>
      <w:r w:rsidRPr="00C16D94">
        <w:rPr>
          <w:rFonts w:asciiTheme="minorHAnsi" w:hAnsiTheme="minorHAnsi"/>
          <w:b/>
          <w:bCs/>
        </w:rPr>
        <w:t>P</w:t>
      </w:r>
      <w:r w:rsidRPr="00C16D94">
        <w:rPr>
          <w:rFonts w:asciiTheme="minorHAnsi" w:hAnsiTheme="minorHAnsi"/>
        </w:rPr>
        <w:t xml:space="preserve"> is 4 cm.</w:t>
      </w:r>
    </w:p>
    <w:p w:rsidR="00F34C2C" w:rsidRPr="00C16D94" w:rsidRDefault="00F34C2C" w:rsidP="00F34C2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(a)</w:t>
      </w:r>
      <w:r w:rsidRPr="00C16D94">
        <w:rPr>
          <w:rFonts w:asciiTheme="minorHAnsi" w:hAnsiTheme="minorHAnsi"/>
        </w:rPr>
        <w:tab/>
        <w:t xml:space="preserve">Work out the length of cylinder </w:t>
      </w:r>
      <w:r w:rsidRPr="00C16D94">
        <w:rPr>
          <w:rFonts w:asciiTheme="minorHAnsi" w:hAnsiTheme="minorHAnsi"/>
          <w:b/>
          <w:bCs/>
        </w:rPr>
        <w:t>Q</w:t>
      </w:r>
      <w:r w:rsidRPr="00C16D94">
        <w:rPr>
          <w:rFonts w:asciiTheme="minorHAnsi" w:hAnsiTheme="minorHAnsi"/>
        </w:rPr>
        <w:t>.</w:t>
      </w:r>
    </w:p>
    <w:p w:rsidR="00F34C2C" w:rsidRPr="00C16D94" w:rsidRDefault="00F34C2C" w:rsidP="00F34C2C">
      <w:pPr>
        <w:pStyle w:val="questionCharCharCharCharCharCharCharCharCharCharCharCharCharCharCharCharCharCharCharCharChar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CharCharCharCharCharCharCharCharCharCharCharCharCharCharCharCharCharCharCharCharChar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…………… cm</w:t>
      </w:r>
    </w:p>
    <w:p w:rsidR="00F34C2C" w:rsidRPr="00C16D94" w:rsidRDefault="00F34C2C" w:rsidP="00F34C2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(3)</w:t>
      </w:r>
    </w:p>
    <w:p w:rsidR="00F34C2C" w:rsidRPr="00C16D94" w:rsidRDefault="00F34C2C" w:rsidP="00426B61">
      <w:pPr>
        <w:pStyle w:val="questionCharCharCharCharCharCharCharCharCharCharCharCharCharCharCharCharCharCharCharCharChar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</w:r>
    </w:p>
    <w:p w:rsidR="00F34C2C" w:rsidRPr="00C16D94" w:rsidRDefault="00F34C2C" w:rsidP="00F34C2C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C63BDC" w:rsidRPr="00C16D94" w:rsidRDefault="00C63BDC" w:rsidP="00C63BDC">
      <w:pPr>
        <w:pStyle w:val="Normal0"/>
        <w:spacing w:before="240"/>
        <w:rPr>
          <w:rFonts w:asciiTheme="minorHAnsi" w:hAnsiTheme="minorHAnsi"/>
        </w:rPr>
      </w:pPr>
      <w:r w:rsidRPr="00C16D94">
        <w:rPr>
          <w:rFonts w:asciiTheme="minorHAnsi" w:hAnsiTheme="min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4A7CD968" wp14:editId="32AD436C">
                <wp:simplePos x="0" y="0"/>
                <wp:positionH relativeFrom="column">
                  <wp:posOffset>-78740</wp:posOffset>
                </wp:positionH>
                <wp:positionV relativeFrom="paragraph">
                  <wp:posOffset>-305435</wp:posOffset>
                </wp:positionV>
                <wp:extent cx="4772660" cy="247650"/>
                <wp:effectExtent l="0" t="0" r="27940" b="19050"/>
                <wp:wrapNone/>
                <wp:docPr id="58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D94" w:rsidRDefault="00C16D94" w:rsidP="00C63BDC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Circles</w:t>
                            </w:r>
                          </w:p>
                          <w:p w:rsidR="00C16D94" w:rsidRPr="00EA4FD1" w:rsidRDefault="00C16D94" w:rsidP="00C63BDC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-6.2pt;margin-top:-24.05pt;width:375.8pt;height:19.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" strokeweight="2pt">
                <v:textbox>
                  <w:txbxContent>
                    <w:p w:rsidR="00C16D94" w:rsidRDefault="00C16D94" w:rsidP="00C63BDC">
                      <w:pPr>
                        <w:spacing w:line="48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Circles</w:t>
                      </w:r>
                    </w:p>
                    <w:p w:rsidR="00C16D94" w:rsidRPr="00EA4FD1" w:rsidRDefault="00C16D94" w:rsidP="00C63BDC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6D94">
        <w:rPr>
          <w:rFonts w:asciiTheme="minorHAnsi" w:hAnsiTheme="minorHAnsi"/>
          <w:b/>
          <w:bCs/>
        </w:rPr>
        <w:t>1.</w:t>
      </w:r>
      <w:r w:rsidRPr="00C16D94">
        <w:rPr>
          <w:rFonts w:asciiTheme="minorHAnsi" w:hAnsiTheme="minorHAnsi"/>
        </w:rPr>
        <w:tab/>
        <w:t>A 10 pence coin is made from copper and nickel.</w:t>
      </w:r>
      <w:r w:rsidRPr="00C16D94">
        <w:rPr>
          <w:rFonts w:asciiTheme="minorHAnsi" w:hAnsiTheme="minorHAnsi"/>
        </w:rPr>
        <w:br/>
        <w:t>The ratio of the weight of copper to the weight of nickel is 18:6</w:t>
      </w:r>
    </w:p>
    <w:p w:rsidR="00C63BDC" w:rsidRPr="00C16D94" w:rsidRDefault="00C63BDC" w:rsidP="00C63BD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(a)</w:t>
      </w:r>
      <w:r w:rsidRPr="00C16D94">
        <w:rPr>
          <w:rFonts w:asciiTheme="minorHAnsi" w:hAnsiTheme="minorHAnsi"/>
        </w:rPr>
        <w:tab/>
        <w:t>Write the ratio 18:6 in its simplest form</w:t>
      </w:r>
    </w:p>
    <w:p w:rsidR="00C63BDC" w:rsidRPr="00C16D94" w:rsidRDefault="00C63BDC" w:rsidP="00C63BDC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…………………….</w:t>
      </w:r>
    </w:p>
    <w:p w:rsidR="00C63BDC" w:rsidRPr="00C16D94" w:rsidRDefault="00C63BDC" w:rsidP="00C63BD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(1)</w:t>
      </w:r>
    </w:p>
    <w:p w:rsidR="00C63BDC" w:rsidRPr="00C16D94" w:rsidRDefault="00C63BDC" w:rsidP="00C63BDC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 xml:space="preserve"> </w:t>
      </w:r>
      <w:r w:rsidRPr="00C16D94">
        <w:rPr>
          <w:rFonts w:asciiTheme="minorHAnsi" w:hAnsiTheme="minorHAnsi"/>
        </w:rPr>
        <w:tab/>
        <w:t>The diameter of the 10 pence coin is 2.45 cm.</w:t>
      </w:r>
    </w:p>
    <w:p w:rsidR="00C63BDC" w:rsidRPr="00C16D94" w:rsidRDefault="00C63BDC" w:rsidP="00C63BD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(b)</w:t>
      </w:r>
      <w:r w:rsidRPr="00C16D94">
        <w:rPr>
          <w:rFonts w:asciiTheme="minorHAnsi" w:hAnsiTheme="minorHAnsi"/>
        </w:rPr>
        <w:tab/>
        <w:t>Work out the circumference of the coin.</w:t>
      </w:r>
      <w:r w:rsidRPr="00C16D94">
        <w:rPr>
          <w:rFonts w:asciiTheme="minorHAnsi" w:hAnsiTheme="minorHAnsi"/>
        </w:rPr>
        <w:br/>
        <w:t>Give your answer correct to 1 decimal place.</w:t>
      </w:r>
    </w:p>
    <w:p w:rsidR="00C63BDC" w:rsidRPr="00C16D94" w:rsidRDefault="00C63BDC" w:rsidP="00C63BDC">
      <w:pPr>
        <w:pStyle w:val="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left"/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drawing>
          <wp:inline distT="0" distB="0" distL="0" distR="0" wp14:anchorId="3C005B81" wp14:editId="74C33276">
            <wp:extent cx="1154825" cy="1095375"/>
            <wp:effectExtent l="0" t="0" r="7620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386" cy="109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BDC" w:rsidRPr="00C16D94" w:rsidRDefault="00C63BDC" w:rsidP="00C63BDC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…………………cm</w:t>
      </w:r>
    </w:p>
    <w:p w:rsidR="00C63BDC" w:rsidRPr="00C16D94" w:rsidRDefault="00C63BDC" w:rsidP="00C63BD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(2)</w:t>
      </w:r>
    </w:p>
    <w:p w:rsidR="00C63BDC" w:rsidRDefault="00C63BDC" w:rsidP="00C63BD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426B61" w:rsidRPr="00C16D94" w:rsidRDefault="00426B61" w:rsidP="00C63BD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</w:p>
    <w:p w:rsidR="00C63BDC" w:rsidRPr="00C16D94" w:rsidRDefault="00C63BDC" w:rsidP="00C63BD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color w:val="221E1F"/>
        </w:rPr>
      </w:pPr>
      <w:r w:rsidRPr="00C16D94">
        <w:rPr>
          <w:rFonts w:asciiTheme="minorHAnsi" w:hAnsiTheme="minorHAnsi"/>
          <w:b/>
          <w:bCs/>
          <w:color w:val="221E1F"/>
        </w:rPr>
        <w:lastRenderedPageBreak/>
        <w:t>2.</w:t>
      </w:r>
      <w:r w:rsidRPr="00C16D94">
        <w:rPr>
          <w:rFonts w:asciiTheme="minorHAnsi" w:hAnsiTheme="minorHAnsi"/>
          <w:color w:val="221E1F"/>
        </w:rPr>
        <w:tab/>
      </w:r>
      <w:r w:rsidRPr="00C16D94">
        <w:rPr>
          <w:rFonts w:asciiTheme="minorHAnsi" w:hAnsiTheme="minorHAnsi"/>
          <w:noProof/>
        </w:rPr>
        <w:drawing>
          <wp:anchor distT="0" distB="0" distL="114300" distR="114300" simplePos="0" relativeHeight="251938816" behindDoc="0" locked="0" layoutInCell="1" allowOverlap="1" wp14:anchorId="7F73C775" wp14:editId="17B7D79B">
            <wp:simplePos x="0" y="0"/>
            <wp:positionH relativeFrom="column">
              <wp:posOffset>3093085</wp:posOffset>
            </wp:positionH>
            <wp:positionV relativeFrom="paragraph">
              <wp:posOffset>151765</wp:posOffset>
            </wp:positionV>
            <wp:extent cx="1733550" cy="1087298"/>
            <wp:effectExtent l="0" t="0" r="0" b="0"/>
            <wp:wrapNone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189"/>
                    <a:stretch/>
                  </pic:blipFill>
                  <pic:spPr bwMode="auto">
                    <a:xfrm>
                      <a:off x="0" y="0"/>
                      <a:ext cx="1733550" cy="1087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3BDC" w:rsidRPr="00C16D94" w:rsidRDefault="00C63BDC" w:rsidP="00C63BD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color w:val="221E1F"/>
        </w:rPr>
      </w:pPr>
      <w:r w:rsidRPr="00C16D94">
        <w:rPr>
          <w:rFonts w:asciiTheme="minorHAnsi" w:hAnsiTheme="minorHAnsi"/>
          <w:color w:val="221E1F"/>
        </w:rPr>
        <w:tab/>
        <w:t>The diagram shows a semi-circle.</w:t>
      </w:r>
      <w:r w:rsidRPr="00C16D94">
        <w:rPr>
          <w:rFonts w:asciiTheme="minorHAnsi" w:hAnsiTheme="minorHAnsi"/>
          <w:color w:val="221E1F"/>
        </w:rPr>
        <w:br/>
        <w:t>The diameter of the semi-circle is 15 cm.</w:t>
      </w:r>
    </w:p>
    <w:p w:rsidR="00C63BDC" w:rsidRPr="00C16D94" w:rsidRDefault="00C63BDC" w:rsidP="00C63BD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color w:val="221E1F"/>
        </w:rPr>
      </w:pPr>
      <w:r w:rsidRPr="00C16D94">
        <w:rPr>
          <w:rFonts w:asciiTheme="minorHAnsi" w:hAnsiTheme="minorHAnsi"/>
          <w:color w:val="221E1F"/>
        </w:rPr>
        <w:t xml:space="preserve"> </w:t>
      </w:r>
      <w:r w:rsidRPr="00C16D94">
        <w:rPr>
          <w:rFonts w:asciiTheme="minorHAnsi" w:hAnsiTheme="minorHAnsi"/>
          <w:color w:val="221E1F"/>
        </w:rPr>
        <w:tab/>
        <w:t>Calculate the area of the semi-circle.</w:t>
      </w:r>
      <w:r w:rsidRPr="00C16D94">
        <w:rPr>
          <w:rFonts w:asciiTheme="minorHAnsi" w:hAnsiTheme="minorHAnsi"/>
          <w:color w:val="221E1F"/>
        </w:rPr>
        <w:br/>
        <w:t>Give your answer correct to 3 significant figures.</w:t>
      </w:r>
    </w:p>
    <w:p w:rsidR="00C63BDC" w:rsidRPr="00C16D94" w:rsidRDefault="00C63BDC" w:rsidP="00C63BD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C63BDC" w:rsidRPr="00C16D94" w:rsidRDefault="00C63BDC" w:rsidP="00C63BD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C63BDC" w:rsidRPr="00C16D94" w:rsidRDefault="00C63BDC" w:rsidP="00C63BD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</w:t>
      </w:r>
    </w:p>
    <w:p w:rsidR="00C63BDC" w:rsidRPr="00C16D94" w:rsidRDefault="00C63BDC" w:rsidP="00C63BDC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C63BDC" w:rsidRPr="00C16D94" w:rsidRDefault="00C63BDC" w:rsidP="00C63BD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3.</w:t>
      </w:r>
      <w:r w:rsidRPr="00C16D94">
        <w:rPr>
          <w:rFonts w:asciiTheme="minorHAnsi" w:hAnsiTheme="minorHAnsi"/>
        </w:rPr>
        <w:tab/>
      </w:r>
      <w:r w:rsidRPr="00C16D94">
        <w:rPr>
          <w:rFonts w:asciiTheme="minorHAnsi" w:hAnsiTheme="minorHAnsi"/>
          <w:noProof/>
        </w:rPr>
        <w:drawing>
          <wp:anchor distT="0" distB="0" distL="114300" distR="114300" simplePos="0" relativeHeight="251939840" behindDoc="0" locked="0" layoutInCell="1" allowOverlap="1" wp14:anchorId="02D711C8" wp14:editId="0FD1C92D">
            <wp:simplePos x="0" y="0"/>
            <wp:positionH relativeFrom="column">
              <wp:posOffset>2825750</wp:posOffset>
            </wp:positionH>
            <wp:positionV relativeFrom="paragraph">
              <wp:posOffset>150495</wp:posOffset>
            </wp:positionV>
            <wp:extent cx="1875065" cy="1095375"/>
            <wp:effectExtent l="0" t="0" r="0" b="0"/>
            <wp:wrapNone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 rotWithShape="1"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9942"/>
                    <a:stretch/>
                  </pic:blipFill>
                  <pic:spPr bwMode="auto">
                    <a:xfrm>
                      <a:off x="0" y="0"/>
                      <a:ext cx="187506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3BDC" w:rsidRPr="00C16D94" w:rsidRDefault="00C63BDC" w:rsidP="00C63BD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A semicircle has a diameter of 20 cm.</w:t>
      </w:r>
    </w:p>
    <w:p w:rsidR="00C63BDC" w:rsidRPr="00C16D94" w:rsidRDefault="00C63BDC" w:rsidP="00C63BD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Work out the perimeter of the semicircle.</w:t>
      </w:r>
      <w:r w:rsidRPr="00C16D94">
        <w:rPr>
          <w:rFonts w:asciiTheme="minorHAnsi" w:hAnsiTheme="minorHAnsi"/>
        </w:rPr>
        <w:br/>
        <w:t xml:space="preserve">Take the value of </w:t>
      </w:r>
      <w:r w:rsidRPr="00C16D94">
        <w:rPr>
          <w:rFonts w:asciiTheme="minorHAnsi" w:hAnsiTheme="minorHAnsi" w:cs="Symbol"/>
        </w:rPr>
        <w:t></w:t>
      </w:r>
      <w:r w:rsidRPr="00C16D94">
        <w:rPr>
          <w:rFonts w:asciiTheme="minorHAnsi" w:hAnsiTheme="minorHAnsi"/>
        </w:rPr>
        <w:t xml:space="preserve"> to be 3.14</w:t>
      </w:r>
    </w:p>
    <w:p w:rsidR="00C63BDC" w:rsidRPr="00C16D94" w:rsidRDefault="00C63BDC" w:rsidP="00C63BD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C63BDC" w:rsidRPr="00C16D94" w:rsidRDefault="00C63BDC" w:rsidP="00C63BDC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</w:p>
    <w:p w:rsidR="00C63BDC" w:rsidRPr="00C16D94" w:rsidRDefault="00C63BDC" w:rsidP="00C63BDC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</w:p>
    <w:p w:rsidR="00C63BDC" w:rsidRPr="00C16D94" w:rsidRDefault="00C63BDC" w:rsidP="00C63BDC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 cm</w:t>
      </w:r>
    </w:p>
    <w:p w:rsidR="00C63BDC" w:rsidRPr="00C16D94" w:rsidRDefault="00C63BDC" w:rsidP="00C63BD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C63BDC" w:rsidRPr="00C16D94" w:rsidRDefault="00C63BDC" w:rsidP="00C63BD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4.</w:t>
      </w:r>
      <w:r w:rsidRPr="00C16D94">
        <w:rPr>
          <w:rFonts w:asciiTheme="minorHAnsi" w:hAnsiTheme="minorHAnsi"/>
        </w:rPr>
        <w:tab/>
      </w:r>
    </w:p>
    <w:p w:rsidR="00C63BDC" w:rsidRPr="00C16D94" w:rsidRDefault="00C63BDC" w:rsidP="00C63BDC">
      <w:pPr>
        <w:pStyle w:val="question"/>
        <w:tabs>
          <w:tab w:val="left" w:pos="567"/>
          <w:tab w:val="center" w:pos="48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</w:r>
      <w:r w:rsidRPr="00C16D94">
        <w:rPr>
          <w:rFonts w:asciiTheme="minorHAnsi" w:hAnsiTheme="minorHAnsi"/>
        </w:rPr>
        <w:tab/>
      </w:r>
      <w:r w:rsidRPr="00C16D94">
        <w:rPr>
          <w:rFonts w:asciiTheme="minorHAnsi" w:hAnsiTheme="minorHAnsi"/>
          <w:noProof/>
        </w:rPr>
        <w:drawing>
          <wp:inline distT="0" distB="0" distL="0" distR="0" wp14:anchorId="7E1F7A92" wp14:editId="18AE1EDD">
            <wp:extent cx="2762250" cy="1333987"/>
            <wp:effectExtent l="0" t="0" r="0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895" cy="133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BDC" w:rsidRPr="00C16D94" w:rsidRDefault="00C63BDC" w:rsidP="00C63BD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lastRenderedPageBreak/>
        <w:tab/>
        <w:t>A circle has a radius of 6 cm.</w:t>
      </w:r>
      <w:r w:rsidR="00AC0729">
        <w:rPr>
          <w:rFonts w:asciiTheme="minorHAnsi" w:hAnsiTheme="minorHAnsi"/>
        </w:rPr>
        <w:t xml:space="preserve">  </w:t>
      </w:r>
      <w:r w:rsidRPr="00C16D94">
        <w:rPr>
          <w:rFonts w:asciiTheme="minorHAnsi" w:hAnsiTheme="minorHAnsi"/>
        </w:rPr>
        <w:t>A square has a side of length 12 cm.</w:t>
      </w:r>
    </w:p>
    <w:p w:rsidR="00C63BDC" w:rsidRPr="00C16D94" w:rsidRDefault="00C63BDC" w:rsidP="00C63BD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Work out the difference between the area of the circle and the area of the square.</w:t>
      </w:r>
      <w:r w:rsidRPr="00C16D94">
        <w:rPr>
          <w:rFonts w:asciiTheme="minorHAnsi" w:hAnsiTheme="minorHAnsi"/>
        </w:rPr>
        <w:br/>
        <w:t>Give your answer correct to one decimal place.</w:t>
      </w:r>
    </w:p>
    <w:p w:rsidR="00C63BDC" w:rsidRPr="00C16D94" w:rsidRDefault="00C63BDC" w:rsidP="00C63BDC">
      <w:pPr>
        <w:pStyle w:val="questiona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C63BDC" w:rsidRPr="00C16D94" w:rsidRDefault="00C63BDC" w:rsidP="00C63BDC">
      <w:pPr>
        <w:pStyle w:val="questiona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C63BDC" w:rsidRPr="00C16D94" w:rsidRDefault="00C63BDC" w:rsidP="00C63BD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...................................... cm</w:t>
      </w:r>
      <w:r w:rsidRPr="00C16D94">
        <w:rPr>
          <w:rFonts w:asciiTheme="minorHAnsi" w:hAnsiTheme="minorHAnsi"/>
          <w:position w:val="10"/>
          <w:sz w:val="16"/>
          <w:szCs w:val="16"/>
        </w:rPr>
        <w:t>2</w:t>
      </w:r>
    </w:p>
    <w:p w:rsidR="00C63BDC" w:rsidRPr="00C16D94" w:rsidRDefault="00C63BDC" w:rsidP="00C63BDC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4 marks)</w:t>
      </w:r>
    </w:p>
    <w:p w:rsidR="002754AC" w:rsidRPr="00C16D94" w:rsidRDefault="002754AC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drawing>
          <wp:anchor distT="0" distB="0" distL="114300" distR="114300" simplePos="0" relativeHeight="251947008" behindDoc="0" locked="0" layoutInCell="1" allowOverlap="1" wp14:anchorId="3090047E" wp14:editId="200915C4">
            <wp:simplePos x="0" y="0"/>
            <wp:positionH relativeFrom="column">
              <wp:posOffset>3492500</wp:posOffset>
            </wp:positionH>
            <wp:positionV relativeFrom="paragraph">
              <wp:posOffset>158750</wp:posOffset>
            </wp:positionV>
            <wp:extent cx="1428750" cy="1386334"/>
            <wp:effectExtent l="0" t="0" r="0" b="4445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1293"/>
                    <a:stretch/>
                  </pic:blipFill>
                  <pic:spPr bwMode="auto">
                    <a:xfrm>
                      <a:off x="0" y="0"/>
                      <a:ext cx="1431054" cy="138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16D94">
        <w:rPr>
          <w:rFonts w:asciiTheme="minorHAnsi" w:hAnsiTheme="minorHAnsi"/>
          <w:b/>
          <w:bCs/>
        </w:rPr>
        <w:t>3.</w:t>
      </w:r>
      <w:r w:rsidRPr="00C16D94">
        <w:rPr>
          <w:rFonts w:asciiTheme="minorHAnsi" w:hAnsiTheme="minorHAnsi"/>
        </w:rPr>
        <w:tab/>
        <w:t>A can of drink is in the shape of a cylinder.</w:t>
      </w:r>
      <w:r w:rsidRPr="00C16D94">
        <w:rPr>
          <w:rFonts w:asciiTheme="minorHAnsi" w:hAnsiTheme="minorHAnsi"/>
        </w:rPr>
        <w:br/>
        <w:t>The can has a radius of 4 cm and a height of 15 cm.</w:t>
      </w:r>
    </w:p>
    <w:p w:rsidR="002754AC" w:rsidRPr="00C16D94" w:rsidRDefault="002754AC" w:rsidP="002754AC">
      <w:pPr>
        <w:pStyle w:val="graph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left"/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Calculate the volume of the cylinder.</w:t>
      </w:r>
      <w:r w:rsidRPr="00C16D94">
        <w:rPr>
          <w:rFonts w:asciiTheme="minorHAnsi" w:hAnsiTheme="minorHAnsi"/>
        </w:rPr>
        <w:br/>
        <w:t>Give your answer correct to 3 significant figures.</w:t>
      </w:r>
    </w:p>
    <w:p w:rsidR="002754AC" w:rsidRPr="00C16D94" w:rsidRDefault="002754AC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2754AC" w:rsidRPr="00C16D94" w:rsidRDefault="002754AC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2754AC" w:rsidRPr="00C16D94" w:rsidRDefault="002754AC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2754AC" w:rsidRPr="00C16D94" w:rsidRDefault="002754AC" w:rsidP="002754A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…………………………</w:t>
      </w:r>
    </w:p>
    <w:p w:rsidR="002754AC" w:rsidRPr="00C16D94" w:rsidRDefault="002754AC" w:rsidP="002754AC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2754AC" w:rsidRPr="00C16D94" w:rsidRDefault="002754AC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4.</w:t>
      </w:r>
      <w:r w:rsidRPr="00C16D94">
        <w:rPr>
          <w:rFonts w:asciiTheme="minorHAnsi" w:hAnsiTheme="minorHAnsi"/>
        </w:rPr>
        <w:tab/>
        <w:t>The diagram shows a cylinder with a height of 10 cm and a radius of 4 cm.</w:t>
      </w:r>
    </w:p>
    <w:p w:rsidR="002754AC" w:rsidRPr="00C16D94" w:rsidRDefault="002754AC" w:rsidP="002754A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drawing>
          <wp:anchor distT="0" distB="0" distL="114300" distR="114300" simplePos="0" relativeHeight="251948032" behindDoc="0" locked="0" layoutInCell="1" allowOverlap="1" wp14:anchorId="1794B854" wp14:editId="3F7023DD">
            <wp:simplePos x="0" y="0"/>
            <wp:positionH relativeFrom="column">
              <wp:posOffset>3216275</wp:posOffset>
            </wp:positionH>
            <wp:positionV relativeFrom="paragraph">
              <wp:posOffset>267335</wp:posOffset>
            </wp:positionV>
            <wp:extent cx="1651000" cy="11430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1408"/>
                    <a:stretch/>
                  </pic:blipFill>
                  <pic:spPr bwMode="auto">
                    <a:xfrm>
                      <a:off x="0" y="0"/>
                      <a:ext cx="1651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16D94">
        <w:rPr>
          <w:rFonts w:asciiTheme="minorHAnsi" w:hAnsiTheme="minorHAnsi"/>
        </w:rPr>
        <w:t>(a)</w:t>
      </w:r>
      <w:r w:rsidRPr="00C16D94">
        <w:rPr>
          <w:rFonts w:asciiTheme="minorHAnsi" w:hAnsiTheme="minorHAnsi"/>
        </w:rPr>
        <w:tab/>
        <w:t>Calculate the volume of the cylinder.</w:t>
      </w:r>
      <w:r w:rsidRPr="00C16D94">
        <w:rPr>
          <w:rFonts w:asciiTheme="minorHAnsi" w:hAnsiTheme="minorHAnsi"/>
        </w:rPr>
        <w:br/>
        <w:t>Give your answer correct to 3 significant figures.</w:t>
      </w:r>
    </w:p>
    <w:p w:rsidR="002754AC" w:rsidRPr="00C16D94" w:rsidRDefault="002754AC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2754AC" w:rsidRPr="00C16D94" w:rsidRDefault="002754AC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2754AC" w:rsidRPr="00C16D94" w:rsidRDefault="002754AC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2754AC" w:rsidRPr="00C16D94" w:rsidRDefault="002754AC" w:rsidP="002754A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lastRenderedPageBreak/>
        <w:t>...........................cm</w:t>
      </w:r>
      <w:r w:rsidRPr="00C16D94">
        <w:rPr>
          <w:rFonts w:asciiTheme="minorHAnsi" w:hAnsiTheme="minorHAnsi"/>
          <w:position w:val="10"/>
          <w:sz w:val="16"/>
          <w:szCs w:val="16"/>
        </w:rPr>
        <w:t>3</w:t>
      </w:r>
    </w:p>
    <w:p w:rsidR="002754AC" w:rsidRPr="00C16D94" w:rsidRDefault="002754AC" w:rsidP="002754AC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(2)</w:t>
      </w:r>
    </w:p>
    <w:p w:rsidR="002754AC" w:rsidRPr="00C16D94" w:rsidRDefault="002754AC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color w:val="221E1F"/>
        </w:rPr>
      </w:pPr>
      <w:r w:rsidRPr="00C16D94">
        <w:rPr>
          <w:rFonts w:asciiTheme="minorHAnsi" w:hAnsiTheme="minorHAnsi"/>
          <w:color w:val="221E1F"/>
        </w:rPr>
        <w:t xml:space="preserve"> </w:t>
      </w:r>
      <w:r w:rsidRPr="00C16D94">
        <w:rPr>
          <w:rFonts w:asciiTheme="minorHAnsi" w:hAnsiTheme="minorHAnsi"/>
          <w:color w:val="221E1F"/>
        </w:rPr>
        <w:tab/>
        <w:t>The length of a pencil is 13 cm.</w:t>
      </w:r>
      <w:r w:rsidR="00AC0729">
        <w:rPr>
          <w:rFonts w:asciiTheme="minorHAnsi" w:hAnsiTheme="minorHAnsi"/>
          <w:color w:val="221E1F"/>
        </w:rPr>
        <w:t xml:space="preserve"> </w:t>
      </w:r>
      <w:r w:rsidRPr="00C16D94">
        <w:rPr>
          <w:rFonts w:asciiTheme="minorHAnsi" w:hAnsiTheme="minorHAnsi"/>
          <w:color w:val="221E1F"/>
        </w:rPr>
        <w:t>The pencil cannot be broken.</w:t>
      </w:r>
    </w:p>
    <w:p w:rsidR="002754AC" w:rsidRPr="00C16D94" w:rsidRDefault="002754AC" w:rsidP="002754A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(b)</w:t>
      </w:r>
      <w:r w:rsidRPr="00C16D94">
        <w:rPr>
          <w:rFonts w:asciiTheme="minorHAnsi" w:hAnsiTheme="minorHAnsi"/>
        </w:rPr>
        <w:tab/>
        <w:t>Show that this pencil cannot fit inside the cylinder.</w:t>
      </w:r>
    </w:p>
    <w:p w:rsidR="002754AC" w:rsidRPr="00C16D94" w:rsidRDefault="002754AC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2754AC" w:rsidRPr="00C16D94" w:rsidRDefault="002754AC" w:rsidP="002754AC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(3)</w:t>
      </w:r>
    </w:p>
    <w:p w:rsidR="002754AC" w:rsidRPr="00C16D94" w:rsidRDefault="002754AC" w:rsidP="002754AC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5 marks)</w:t>
      </w:r>
    </w:p>
    <w:p w:rsidR="002754AC" w:rsidRPr="00C16D94" w:rsidRDefault="002754AC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2754AC" w:rsidRPr="00C16D94" w:rsidRDefault="002754AC" w:rsidP="002754AC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…………….. cm</w:t>
      </w:r>
      <w:r w:rsidRPr="00C16D94">
        <w:rPr>
          <w:rFonts w:asciiTheme="minorHAnsi" w:hAnsiTheme="minorHAnsi"/>
          <w:position w:val="10"/>
          <w:sz w:val="16"/>
          <w:szCs w:val="16"/>
        </w:rPr>
        <w:t>2</w:t>
      </w:r>
    </w:p>
    <w:p w:rsidR="002754AC" w:rsidRPr="00C16D94" w:rsidRDefault="002754AC" w:rsidP="002754A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282A39" w:rsidRPr="00C16D94" w:rsidRDefault="00282A39" w:rsidP="00282A39">
      <w:pPr>
        <w:pStyle w:val="questiona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.</w:t>
      </w:r>
      <w:r w:rsidRPr="00C16D94">
        <w:rPr>
          <w:rFonts w:asciiTheme="minorHAnsi" w:hAnsiTheme="minorHAnsi"/>
        </w:rPr>
        <w:tab/>
        <w:t>(a)</w:t>
      </w:r>
      <w:r w:rsidRPr="00C16D94">
        <w:rPr>
          <w:rFonts w:asciiTheme="minorHAnsi" w:hAnsiTheme="minorHAnsi"/>
        </w:rPr>
        <w:tab/>
        <w:t xml:space="preserve">Use your calculator to work out </w:t>
      </w:r>
      <w:r w:rsidRPr="00C16D94">
        <w:rPr>
          <w:rFonts w:asciiTheme="minorHAnsi" w:hAnsiTheme="minorHAnsi"/>
          <w:noProof/>
          <w:position w:val="-22"/>
        </w:rPr>
        <w:drawing>
          <wp:inline distT="0" distB="0" distL="0" distR="0" wp14:anchorId="3A6E9C0A" wp14:editId="4064EBB2">
            <wp:extent cx="800100" cy="419100"/>
            <wp:effectExtent l="0" t="0" r="0" b="0"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D94">
        <w:rPr>
          <w:rFonts w:asciiTheme="minorHAnsi" w:hAnsiTheme="minorHAnsi"/>
        </w:rPr>
        <w:br/>
        <w:t>Write down all the figures on your calculator display.</w:t>
      </w:r>
    </w:p>
    <w:p w:rsidR="00282A39" w:rsidRPr="00C16D94" w:rsidRDefault="00282A39" w:rsidP="00282A39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......................................</w:t>
      </w:r>
    </w:p>
    <w:p w:rsidR="00282A39" w:rsidRPr="00C16D94" w:rsidRDefault="00282A39" w:rsidP="00282A3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(2)</w:t>
      </w:r>
    </w:p>
    <w:p w:rsidR="00282A39" w:rsidRPr="00C16D94" w:rsidRDefault="00282A39" w:rsidP="00282A39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 xml:space="preserve"> (b)</w:t>
      </w:r>
      <w:r w:rsidRPr="00C16D94">
        <w:rPr>
          <w:rFonts w:asciiTheme="minorHAnsi" w:hAnsiTheme="minorHAnsi"/>
        </w:rPr>
        <w:tab/>
        <w:t>Write your answer to part (a) correct to 3 significant figures.</w:t>
      </w:r>
    </w:p>
    <w:p w:rsidR="00282A39" w:rsidRPr="00C16D94" w:rsidRDefault="00282A39" w:rsidP="00282A39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......................................</w:t>
      </w:r>
    </w:p>
    <w:p w:rsidR="00282A39" w:rsidRPr="00C16D94" w:rsidRDefault="00282A39" w:rsidP="00282A3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(1)</w:t>
      </w:r>
    </w:p>
    <w:p w:rsidR="00282A39" w:rsidRPr="00C16D94" w:rsidRDefault="00282A39" w:rsidP="00282A3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282A39" w:rsidRPr="00C16D94" w:rsidRDefault="00282A39" w:rsidP="00282A39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2.</w:t>
      </w:r>
      <w:r w:rsidRPr="00C16D94">
        <w:rPr>
          <w:rFonts w:asciiTheme="minorHAnsi" w:hAnsiTheme="minorHAnsi"/>
        </w:rPr>
        <w:tab/>
        <w:t xml:space="preserve">Work out </w:t>
      </w:r>
      <w:r w:rsidRPr="00C16D94">
        <w:rPr>
          <w:rFonts w:asciiTheme="minorHAnsi" w:hAnsiTheme="minorHAnsi"/>
          <w:noProof/>
          <w:position w:val="-22"/>
        </w:rPr>
        <w:drawing>
          <wp:inline distT="0" distB="0" distL="0" distR="0" wp14:anchorId="7AB2F11D" wp14:editId="3DD8E37D">
            <wp:extent cx="800100" cy="390525"/>
            <wp:effectExtent l="0" t="0" r="0" b="9525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A39" w:rsidRPr="00C16D94" w:rsidRDefault="00282A39" w:rsidP="00282A39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 xml:space="preserve"> (a)</w:t>
      </w:r>
      <w:r w:rsidRPr="00C16D94">
        <w:rPr>
          <w:rFonts w:asciiTheme="minorHAnsi" w:hAnsiTheme="minorHAnsi"/>
        </w:rPr>
        <w:tab/>
        <w:t>Write down all the figures on your calculator display.</w:t>
      </w:r>
    </w:p>
    <w:p w:rsidR="00282A39" w:rsidRPr="00C16D94" w:rsidRDefault="00282A39" w:rsidP="00282A39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.....................................</w:t>
      </w:r>
    </w:p>
    <w:p w:rsidR="00282A39" w:rsidRPr="00C16D94" w:rsidRDefault="00282A39" w:rsidP="00282A3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(2)</w:t>
      </w:r>
    </w:p>
    <w:p w:rsidR="00282A39" w:rsidRPr="00C16D94" w:rsidRDefault="00282A39" w:rsidP="00282A39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 xml:space="preserve"> (b)</w:t>
      </w:r>
      <w:r w:rsidRPr="00C16D94">
        <w:rPr>
          <w:rFonts w:asciiTheme="minorHAnsi" w:hAnsiTheme="minorHAnsi"/>
        </w:rPr>
        <w:tab/>
        <w:t>Give your answer to part (a) to an appropriate degree of accuracy.</w:t>
      </w:r>
    </w:p>
    <w:p w:rsidR="00282A39" w:rsidRPr="00C16D94" w:rsidRDefault="00282A39" w:rsidP="00282A39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lastRenderedPageBreak/>
        <w:t>.....................................</w:t>
      </w:r>
    </w:p>
    <w:p w:rsidR="00282A39" w:rsidRPr="00C16D94" w:rsidRDefault="00282A39" w:rsidP="00282A3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(1)</w:t>
      </w:r>
    </w:p>
    <w:p w:rsidR="00282A39" w:rsidRPr="00C16D94" w:rsidRDefault="00282A39" w:rsidP="00282A3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282A39" w:rsidRPr="00C16D94" w:rsidRDefault="00282A39" w:rsidP="00282A39">
      <w:pPr>
        <w:pStyle w:val="questiona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3.</w:t>
      </w:r>
      <w:r w:rsidRPr="00C16D94">
        <w:rPr>
          <w:rFonts w:asciiTheme="minorHAnsi" w:hAnsiTheme="minorHAnsi"/>
        </w:rPr>
        <w:tab/>
        <w:t>(</w:t>
      </w:r>
      <w:proofErr w:type="gramStart"/>
      <w:r w:rsidRPr="00C16D94">
        <w:rPr>
          <w:rFonts w:asciiTheme="minorHAnsi" w:hAnsiTheme="minorHAnsi"/>
        </w:rPr>
        <w:t>a</w:t>
      </w:r>
      <w:proofErr w:type="gramEnd"/>
      <w:r w:rsidRPr="00C16D94">
        <w:rPr>
          <w:rFonts w:asciiTheme="minorHAnsi" w:hAnsiTheme="minorHAnsi"/>
        </w:rPr>
        <w:t>)</w:t>
      </w:r>
      <w:r w:rsidRPr="00C16D94">
        <w:rPr>
          <w:rFonts w:asciiTheme="minorHAnsi" w:hAnsiTheme="minorHAnsi"/>
        </w:rPr>
        <w:tab/>
        <w:t xml:space="preserve">Write down the value of </w:t>
      </w:r>
      <w:r w:rsidRPr="00C16D94">
        <w:rPr>
          <w:rFonts w:asciiTheme="minorHAnsi" w:hAnsiTheme="minorHAnsi"/>
          <w:noProof/>
          <w:position w:val="-6"/>
        </w:rPr>
        <w:drawing>
          <wp:inline distT="0" distB="0" distL="0" distR="0" wp14:anchorId="449C1949" wp14:editId="3382EE6C">
            <wp:extent cx="266700" cy="304800"/>
            <wp:effectExtent l="0" t="0" r="0" b="0"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A39" w:rsidRPr="00C16D94" w:rsidRDefault="00282A39" w:rsidP="00282A39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</w:t>
      </w:r>
    </w:p>
    <w:p w:rsidR="00282A39" w:rsidRPr="00C16D94" w:rsidRDefault="00282A39" w:rsidP="00282A39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(1)</w:t>
      </w:r>
    </w:p>
    <w:p w:rsidR="00282A39" w:rsidRPr="00C16D94" w:rsidRDefault="00282A39" w:rsidP="00282A39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(b)</w:t>
      </w:r>
      <w:r w:rsidRPr="00C16D94">
        <w:rPr>
          <w:rFonts w:asciiTheme="minorHAnsi" w:hAnsiTheme="minorHAnsi"/>
        </w:rPr>
        <w:tab/>
        <w:t xml:space="preserve">Write </w:t>
      </w:r>
      <w:r w:rsidRPr="00C16D94">
        <w:rPr>
          <w:rFonts w:asciiTheme="minorHAnsi" w:hAnsiTheme="minorHAnsi"/>
          <w:noProof/>
          <w:position w:val="-8"/>
        </w:rPr>
        <w:drawing>
          <wp:inline distT="0" distB="0" distL="0" distR="0" wp14:anchorId="41016419" wp14:editId="6D69FC21">
            <wp:extent cx="295275" cy="219075"/>
            <wp:effectExtent l="0" t="0" r="9525" b="9525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D94">
        <w:rPr>
          <w:rFonts w:asciiTheme="minorHAnsi" w:hAnsiTheme="minorHAnsi"/>
        </w:rPr>
        <w:t xml:space="preserve"> in the </w:t>
      </w:r>
      <w:proofErr w:type="gramStart"/>
      <w:r w:rsidRPr="00C16D94">
        <w:rPr>
          <w:rFonts w:asciiTheme="minorHAnsi" w:hAnsiTheme="minorHAnsi"/>
        </w:rPr>
        <w:t xml:space="preserve">form </w:t>
      </w:r>
      <w:proofErr w:type="gramEnd"/>
      <w:r w:rsidRPr="00C16D94">
        <w:rPr>
          <w:rFonts w:asciiTheme="minorHAnsi" w:hAnsiTheme="minorHAnsi"/>
          <w:noProof/>
          <w:position w:val="-8"/>
        </w:rPr>
        <w:drawing>
          <wp:inline distT="0" distB="0" distL="0" distR="0" wp14:anchorId="15FA7128" wp14:editId="43D3C60D">
            <wp:extent cx="295275" cy="219075"/>
            <wp:effectExtent l="0" t="0" r="9525" b="9525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D94">
        <w:rPr>
          <w:rFonts w:asciiTheme="minorHAnsi" w:hAnsiTheme="minorHAnsi"/>
        </w:rPr>
        <w:t xml:space="preserve">, where </w:t>
      </w:r>
      <w:r w:rsidRPr="00C16D94">
        <w:rPr>
          <w:rFonts w:asciiTheme="minorHAnsi" w:hAnsiTheme="minorHAnsi"/>
          <w:i/>
          <w:iCs/>
        </w:rPr>
        <w:t xml:space="preserve">k </w:t>
      </w:r>
      <w:r w:rsidRPr="00C16D94">
        <w:rPr>
          <w:rFonts w:asciiTheme="minorHAnsi" w:hAnsiTheme="minorHAnsi"/>
        </w:rPr>
        <w:t>is an integer.</w:t>
      </w:r>
    </w:p>
    <w:p w:rsidR="00282A39" w:rsidRPr="00C16D94" w:rsidRDefault="00282A39" w:rsidP="00282A39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</w:t>
      </w:r>
    </w:p>
    <w:p w:rsidR="00282A39" w:rsidRPr="00C16D94" w:rsidRDefault="00282A39" w:rsidP="00282A39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(1)</w:t>
      </w:r>
    </w:p>
    <w:p w:rsidR="00282A39" w:rsidRPr="00C16D94" w:rsidRDefault="00282A39" w:rsidP="00282A39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2 marks)</w:t>
      </w:r>
    </w:p>
    <w:p w:rsidR="00282A39" w:rsidRPr="00C16D94" w:rsidRDefault="00282A39" w:rsidP="00144D18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4.</w:t>
      </w:r>
      <w:r w:rsidRPr="00C16D94">
        <w:rPr>
          <w:rFonts w:asciiTheme="minorHAnsi" w:hAnsiTheme="minorHAnsi"/>
        </w:rPr>
        <w:tab/>
      </w:r>
    </w:p>
    <w:p w:rsidR="00282A39" w:rsidRPr="00C16D94" w:rsidRDefault="00282A39" w:rsidP="00282A39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C16D94" w:rsidRPr="00C16D94" w:rsidRDefault="00C16D94" w:rsidP="00C16D94">
      <w:pPr>
        <w:pStyle w:val="mark"/>
        <w:tabs>
          <w:tab w:val="right" w:pos="9638"/>
        </w:tabs>
        <w:jc w:val="left"/>
        <w:rPr>
          <w:rFonts w:asciiTheme="minorHAnsi" w:hAnsiTheme="minorHAnsi"/>
        </w:rPr>
      </w:pPr>
    </w:p>
    <w:p w:rsidR="00C16D94" w:rsidRPr="00C16D94" w:rsidRDefault="00C16D94" w:rsidP="00C16D94">
      <w:pPr>
        <w:rPr>
          <w:rFonts w:asciiTheme="minorHAnsi" w:hAnsiTheme="minorHAnsi"/>
        </w:rPr>
      </w:pPr>
    </w:p>
    <w:p w:rsidR="00C16D94" w:rsidRPr="00C16D94" w:rsidRDefault="00C16D94" w:rsidP="00C16D94">
      <w:pPr>
        <w:rPr>
          <w:rFonts w:asciiTheme="minorHAnsi" w:hAnsiTheme="minorHAnsi"/>
        </w:rPr>
      </w:pPr>
      <w:r w:rsidRPr="00C16D94">
        <w:rPr>
          <w:rFonts w:asciiTheme="minorHAnsi" w:hAnsiTheme="minorHAnsi"/>
        </w:rPr>
        <w:t xml:space="preserve">Don’t forget the </w:t>
      </w:r>
      <w:proofErr w:type="spellStart"/>
      <w:r w:rsidRPr="00C16D94">
        <w:rPr>
          <w:rFonts w:asciiTheme="minorHAnsi" w:hAnsiTheme="minorHAnsi"/>
        </w:rPr>
        <w:t>wikispace</w:t>
      </w:r>
      <w:proofErr w:type="spellEnd"/>
      <w:r w:rsidRPr="00C16D94">
        <w:rPr>
          <w:rFonts w:asciiTheme="minorHAnsi" w:hAnsiTheme="minorHAnsi"/>
        </w:rPr>
        <w:t>!</w:t>
      </w:r>
    </w:p>
    <w:p w:rsidR="00C16D94" w:rsidRPr="00C16D94" w:rsidRDefault="00C16D94" w:rsidP="00C16D94">
      <w:pPr>
        <w:rPr>
          <w:rFonts w:asciiTheme="minorHAnsi" w:hAnsiTheme="minorHAnsi"/>
        </w:rPr>
      </w:pPr>
    </w:p>
    <w:p w:rsidR="00C16D94" w:rsidRPr="00C16D94" w:rsidRDefault="00BF7DE1" w:rsidP="00C16D94">
      <w:pPr>
        <w:rPr>
          <w:rFonts w:asciiTheme="minorHAnsi" w:hAnsiTheme="minorHAnsi"/>
        </w:rPr>
      </w:pPr>
      <w:hyperlink r:id="rId34" w:history="1">
        <w:r w:rsidR="00C16D94" w:rsidRPr="00C16D94">
          <w:rPr>
            <w:rStyle w:val="Hyperlink"/>
            <w:rFonts w:asciiTheme="minorHAnsi" w:hAnsiTheme="minorHAnsi"/>
          </w:rPr>
          <w:t>http://glynmathsgcse.wikispaces.com/METHODS+Revision</w:t>
        </w:r>
      </w:hyperlink>
      <w:r w:rsidR="00C16D94" w:rsidRPr="00C16D94">
        <w:rPr>
          <w:rFonts w:asciiTheme="minorHAnsi" w:hAnsiTheme="minorHAnsi"/>
        </w:rPr>
        <w:t xml:space="preserve"> </w:t>
      </w:r>
    </w:p>
    <w:p w:rsidR="00C16D94" w:rsidRPr="00C16D94" w:rsidRDefault="00C16D94" w:rsidP="00C16D94">
      <w:pPr>
        <w:pStyle w:val="ListParagraph"/>
        <w:numPr>
          <w:ilvl w:val="0"/>
          <w:numId w:val="22"/>
        </w:numPr>
        <w:spacing w:after="200" w:line="276" w:lineRule="auto"/>
        <w:rPr>
          <w:rFonts w:asciiTheme="minorHAnsi" w:hAnsiTheme="minorHAnsi"/>
        </w:rPr>
      </w:pPr>
      <w:r w:rsidRPr="00C16D94">
        <w:rPr>
          <w:rFonts w:asciiTheme="minorHAnsi" w:hAnsiTheme="minorHAnsi"/>
        </w:rPr>
        <w:t>Answers to these questions</w:t>
      </w:r>
    </w:p>
    <w:p w:rsidR="00C16D94" w:rsidRPr="00C16D94" w:rsidRDefault="00C16D94" w:rsidP="00C16D94">
      <w:pPr>
        <w:pStyle w:val="ListParagraph"/>
        <w:numPr>
          <w:ilvl w:val="0"/>
          <w:numId w:val="22"/>
        </w:numPr>
        <w:spacing w:after="200" w:line="276" w:lineRule="auto"/>
        <w:rPr>
          <w:rFonts w:asciiTheme="minorHAnsi" w:hAnsiTheme="minorHAnsi"/>
        </w:rPr>
      </w:pPr>
      <w:r w:rsidRPr="00C16D94">
        <w:rPr>
          <w:rFonts w:asciiTheme="minorHAnsi" w:hAnsiTheme="minorHAnsi"/>
          <w:noProof/>
          <w:lang w:eastAsia="en-GB"/>
        </w:rPr>
        <w:drawing>
          <wp:anchor distT="0" distB="0" distL="114300" distR="114300" simplePos="0" relativeHeight="251957248" behindDoc="0" locked="0" layoutInCell="1" allowOverlap="1" wp14:anchorId="298A0C4F" wp14:editId="3006F35D">
            <wp:simplePos x="0" y="0"/>
            <wp:positionH relativeFrom="column">
              <wp:posOffset>1891030</wp:posOffset>
            </wp:positionH>
            <wp:positionV relativeFrom="paragraph">
              <wp:posOffset>122555</wp:posOffset>
            </wp:positionV>
            <wp:extent cx="2146300" cy="2146300"/>
            <wp:effectExtent l="0" t="0" r="6350" b="6350"/>
            <wp:wrapNone/>
            <wp:docPr id="84" name="Picture 84" descr="http://chart.googleapis.com/chart?cht=qr&amp;chs=150x150&amp;choe=UTF-8&amp;chld=H&amp;chl=http://goo.gl/97Nx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hart.googleapis.com/chart?cht=qr&amp;chs=150x150&amp;choe=UTF-8&amp;chld=H&amp;chl=http://goo.gl/97NxY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0" cy="214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16D94">
        <w:rPr>
          <w:rFonts w:asciiTheme="minorHAnsi" w:hAnsiTheme="minorHAnsi"/>
        </w:rPr>
        <w:t>Past papers</w:t>
      </w:r>
    </w:p>
    <w:p w:rsidR="00C16D94" w:rsidRPr="00C16D94" w:rsidRDefault="00C16D94" w:rsidP="00C16D94">
      <w:pPr>
        <w:pStyle w:val="ListParagraph"/>
        <w:numPr>
          <w:ilvl w:val="0"/>
          <w:numId w:val="22"/>
        </w:numPr>
        <w:spacing w:after="200" w:line="276" w:lineRule="auto"/>
        <w:rPr>
          <w:rFonts w:asciiTheme="minorHAnsi" w:hAnsiTheme="minorHAnsi"/>
        </w:rPr>
      </w:pPr>
      <w:r w:rsidRPr="00C16D94">
        <w:rPr>
          <w:rFonts w:asciiTheme="minorHAnsi" w:hAnsiTheme="minorHAnsi"/>
        </w:rPr>
        <w:t>Focused revision</w:t>
      </w:r>
    </w:p>
    <w:p w:rsidR="00C16D94" w:rsidRPr="00C16D94" w:rsidRDefault="00C16D94" w:rsidP="00C16D94">
      <w:pPr>
        <w:pStyle w:val="ListParagraph"/>
        <w:numPr>
          <w:ilvl w:val="0"/>
          <w:numId w:val="22"/>
        </w:numPr>
        <w:spacing w:after="200" w:line="276" w:lineRule="auto"/>
        <w:rPr>
          <w:rFonts w:asciiTheme="minorHAnsi" w:hAnsiTheme="minorHAnsi"/>
        </w:rPr>
      </w:pPr>
      <w:r w:rsidRPr="00C16D94">
        <w:rPr>
          <w:rFonts w:asciiTheme="minorHAnsi" w:hAnsiTheme="minorHAnsi"/>
        </w:rPr>
        <w:t>Videos</w:t>
      </w:r>
    </w:p>
    <w:p w:rsidR="00C16D94" w:rsidRPr="00C16D94" w:rsidRDefault="00C16D94" w:rsidP="00C16D94">
      <w:pPr>
        <w:ind w:left="360"/>
        <w:rPr>
          <w:rFonts w:asciiTheme="minorHAnsi" w:hAnsiTheme="minorHAnsi"/>
        </w:rPr>
      </w:pPr>
    </w:p>
    <w:p w:rsidR="00C16D94" w:rsidRPr="00C16D94" w:rsidRDefault="00C16D94" w:rsidP="00C16D94">
      <w:pPr>
        <w:rPr>
          <w:rFonts w:asciiTheme="minorHAnsi" w:hAnsiTheme="minorHAnsi"/>
        </w:rPr>
      </w:pPr>
    </w:p>
    <w:p w:rsidR="00C16D94" w:rsidRPr="00C16D94" w:rsidRDefault="00C16D94" w:rsidP="00C16D94">
      <w:pPr>
        <w:rPr>
          <w:rFonts w:asciiTheme="minorHAnsi" w:hAnsiTheme="minorHAnsi"/>
        </w:rPr>
      </w:pPr>
    </w:p>
    <w:p w:rsidR="00C16D94" w:rsidRPr="00C16D94" w:rsidRDefault="00C16D94" w:rsidP="00C16D94">
      <w:pPr>
        <w:rPr>
          <w:rFonts w:asciiTheme="minorHAnsi" w:hAnsiTheme="minorHAnsi"/>
        </w:rPr>
      </w:pPr>
    </w:p>
    <w:p w:rsidR="00C16D94" w:rsidRPr="00C16D94" w:rsidRDefault="00C16D94" w:rsidP="00C16D94">
      <w:pPr>
        <w:rPr>
          <w:rFonts w:asciiTheme="minorHAnsi" w:hAnsiTheme="minorHAnsi"/>
        </w:rPr>
      </w:pPr>
    </w:p>
    <w:p w:rsidR="00C16D94" w:rsidRPr="00C16D94" w:rsidRDefault="00C16D94" w:rsidP="00C16D94">
      <w:pPr>
        <w:rPr>
          <w:rFonts w:asciiTheme="minorHAnsi" w:hAnsiTheme="minorHAnsi"/>
        </w:rPr>
      </w:pPr>
    </w:p>
    <w:p w:rsidR="00C16D94" w:rsidRPr="00C16D94" w:rsidRDefault="00C16D94" w:rsidP="00C16D94">
      <w:pPr>
        <w:rPr>
          <w:rFonts w:asciiTheme="minorHAnsi" w:hAnsiTheme="minorHAnsi"/>
        </w:rPr>
      </w:pPr>
    </w:p>
    <w:p w:rsidR="00C16D94" w:rsidRPr="00C16D94" w:rsidRDefault="00C16D94" w:rsidP="00C16D94">
      <w:pPr>
        <w:rPr>
          <w:rFonts w:asciiTheme="minorHAnsi" w:hAnsiTheme="minorHAnsi"/>
        </w:rPr>
      </w:pPr>
    </w:p>
    <w:p w:rsidR="00C16D94" w:rsidRPr="00C16D94" w:rsidRDefault="00C16D94" w:rsidP="00C16D94">
      <w:pPr>
        <w:rPr>
          <w:rFonts w:asciiTheme="minorHAnsi" w:hAnsiTheme="minorHAnsi"/>
        </w:rPr>
      </w:pPr>
      <w:r w:rsidRPr="00C16D94">
        <w:rPr>
          <w:rFonts w:asciiTheme="minorHAnsi" w:hAnsiTheme="minorHAnsi"/>
          <w:noProof/>
          <w:lang w:eastAsia="en-GB"/>
        </w:rPr>
        <w:drawing>
          <wp:anchor distT="0" distB="0" distL="114300" distR="114300" simplePos="0" relativeHeight="251956224" behindDoc="0" locked="0" layoutInCell="1" allowOverlap="1" wp14:anchorId="15B30743" wp14:editId="102A4BF7">
            <wp:simplePos x="0" y="0"/>
            <wp:positionH relativeFrom="column">
              <wp:posOffset>3252083</wp:posOffset>
            </wp:positionH>
            <wp:positionV relativeFrom="paragraph">
              <wp:posOffset>5478863</wp:posOffset>
            </wp:positionV>
            <wp:extent cx="3085107" cy="3085107"/>
            <wp:effectExtent l="0" t="0" r="1270" b="1270"/>
            <wp:wrapNone/>
            <wp:docPr id="86" name="Picture 86" descr="http://chart.googleapis.com/chart?cht=qr&amp;chs=150x150&amp;choe=UTF-8&amp;chld=H&amp;chl=http://goo.gl/97Nx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hart.googleapis.com/chart?cht=qr&amp;chs=150x150&amp;choe=UTF-8&amp;chld=H&amp;chl=http://goo.gl/97NxY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5107" cy="3085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16D94">
        <w:rPr>
          <w:rFonts w:asciiTheme="minorHAnsi" w:hAnsiTheme="minorHAnsi"/>
        </w:rPr>
        <w:t>Video Solutions:</w:t>
      </w:r>
    </w:p>
    <w:p w:rsidR="00C16D94" w:rsidRPr="00C16D94" w:rsidRDefault="00BF7DE1" w:rsidP="00C16D94">
      <w:pPr>
        <w:rPr>
          <w:rFonts w:asciiTheme="minorHAnsi" w:hAnsiTheme="minorHAnsi"/>
        </w:rPr>
      </w:pPr>
      <w:hyperlink r:id="rId36" w:history="1">
        <w:r w:rsidR="00C16D94" w:rsidRPr="00C16D94">
          <w:rPr>
            <w:rStyle w:val="Hyperlink"/>
            <w:rFonts w:asciiTheme="minorHAnsi" w:hAnsiTheme="minorHAnsi"/>
          </w:rPr>
          <w:t>November 2012 Unit 2 Higher exam paper</w:t>
        </w:r>
      </w:hyperlink>
    </w:p>
    <w:p w:rsidR="00C16D94" w:rsidRPr="00C16D94" w:rsidRDefault="00C16D94" w:rsidP="00C16D94">
      <w:pPr>
        <w:rPr>
          <w:rFonts w:asciiTheme="minorHAnsi" w:hAnsiTheme="minorHAnsi"/>
        </w:rPr>
      </w:pPr>
      <w:r w:rsidRPr="00C16D94">
        <w:rPr>
          <w:rFonts w:asciiTheme="minorHAnsi" w:hAnsiTheme="minorHAnsi"/>
        </w:rPr>
        <w:lastRenderedPageBreak/>
        <w:t xml:space="preserve"> </w:t>
      </w:r>
    </w:p>
    <w:p w:rsidR="00C16D94" w:rsidRDefault="00744B04" w:rsidP="00C16D94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Possible Questions (From the Linear Paper 2)</w:t>
      </w:r>
    </w:p>
    <w:p w:rsidR="00744B04" w:rsidRDefault="00744B04" w:rsidP="00744B04">
      <w:r>
        <w:rPr>
          <w:noProof/>
          <w:lang w:eastAsia="en-GB"/>
        </w:rPr>
        <w:drawing>
          <wp:inline distT="0" distB="0" distL="0" distR="0" wp14:anchorId="4328E8F6" wp14:editId="137DEECD">
            <wp:extent cx="5094747" cy="3714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490" cy="3713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B04" w:rsidRDefault="00744B04" w:rsidP="00744B04">
      <w:r>
        <w:rPr>
          <w:noProof/>
          <w:lang w:eastAsia="en-GB"/>
        </w:rPr>
        <w:drawing>
          <wp:inline distT="0" distB="0" distL="0" distR="0" wp14:anchorId="613EE23F" wp14:editId="447A786F">
            <wp:extent cx="3390900" cy="156296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4188" cy="156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B04" w:rsidRDefault="00744B04" w:rsidP="00744B04">
      <w:r>
        <w:rPr>
          <w:noProof/>
          <w:lang w:eastAsia="en-GB"/>
        </w:rPr>
        <w:lastRenderedPageBreak/>
        <w:drawing>
          <wp:inline distT="0" distB="0" distL="0" distR="0" wp14:anchorId="296B033B" wp14:editId="0967BE29">
            <wp:extent cx="4785177" cy="54292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2263" cy="54372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B04" w:rsidRDefault="00744B04" w:rsidP="00744B04">
      <w:r>
        <w:rPr>
          <w:noProof/>
          <w:lang w:eastAsia="en-GB"/>
        </w:rPr>
        <w:lastRenderedPageBreak/>
        <w:drawing>
          <wp:inline distT="0" distB="0" distL="0" distR="0" wp14:anchorId="6BF6E88F" wp14:editId="7A44A298">
            <wp:extent cx="4918406" cy="41719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2496" cy="41754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B04" w:rsidRDefault="00744B04" w:rsidP="00744B04">
      <w:r>
        <w:rPr>
          <w:noProof/>
          <w:lang w:eastAsia="en-GB"/>
        </w:rPr>
        <w:lastRenderedPageBreak/>
        <w:drawing>
          <wp:inline distT="0" distB="0" distL="0" distR="0" wp14:anchorId="361E89BF" wp14:editId="4C9726D9">
            <wp:extent cx="4611957" cy="30289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660" cy="3026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B04" w:rsidRDefault="00744B04" w:rsidP="00744B04">
      <w:r>
        <w:rPr>
          <w:noProof/>
          <w:lang w:eastAsia="en-GB"/>
        </w:rPr>
        <w:lastRenderedPageBreak/>
        <w:drawing>
          <wp:inline distT="0" distB="0" distL="0" distR="0" wp14:anchorId="5DBA3117" wp14:editId="4AFA2C87">
            <wp:extent cx="4688990" cy="4852836"/>
            <wp:effectExtent l="0" t="0" r="0" b="508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737" cy="48567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B04" w:rsidRDefault="00744B04" w:rsidP="00744B04">
      <w:r>
        <w:rPr>
          <w:noProof/>
          <w:lang w:eastAsia="en-GB"/>
        </w:rPr>
        <w:lastRenderedPageBreak/>
        <w:drawing>
          <wp:inline distT="0" distB="0" distL="0" distR="0" wp14:anchorId="7A8B0377" wp14:editId="4210F6EC">
            <wp:extent cx="4400335" cy="3562350"/>
            <wp:effectExtent l="0" t="0" r="63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2419" cy="35640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B04" w:rsidRDefault="00744B04" w:rsidP="00744B04">
      <w:r>
        <w:rPr>
          <w:noProof/>
          <w:lang w:eastAsia="en-GB"/>
        </w:rPr>
        <w:drawing>
          <wp:inline distT="0" distB="0" distL="0" distR="0" wp14:anchorId="1FDD9DF8" wp14:editId="1401EB98">
            <wp:extent cx="4222853" cy="2771775"/>
            <wp:effectExtent l="0" t="0" r="6350" b="0"/>
            <wp:docPr id="103" name="Pictur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7532" cy="2774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B04" w:rsidRDefault="00744B04" w:rsidP="00744B04"/>
    <w:p w:rsidR="00744B04" w:rsidRDefault="00744B04" w:rsidP="00744B04">
      <w:r>
        <w:rPr>
          <w:noProof/>
          <w:lang w:eastAsia="en-GB"/>
        </w:rPr>
        <w:lastRenderedPageBreak/>
        <w:drawing>
          <wp:inline distT="0" distB="0" distL="0" distR="0" wp14:anchorId="757876BE" wp14:editId="297046F8">
            <wp:extent cx="4010025" cy="1329424"/>
            <wp:effectExtent l="0" t="0" r="0" b="4445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5999" cy="133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 wp14:anchorId="6C6A45BD" wp14:editId="44025135">
            <wp:extent cx="4524375" cy="3793865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5488" cy="37947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B04" w:rsidRDefault="00744B04" w:rsidP="00744B04">
      <w:r>
        <w:rPr>
          <w:noProof/>
          <w:lang w:eastAsia="en-GB"/>
        </w:rPr>
        <w:lastRenderedPageBreak/>
        <w:drawing>
          <wp:inline distT="0" distB="0" distL="0" distR="0" wp14:anchorId="75A7CA09" wp14:editId="40FEA79E">
            <wp:extent cx="4314825" cy="3872319"/>
            <wp:effectExtent l="0" t="0" r="0" b="0"/>
            <wp:docPr id="104" name="Pictur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5990" cy="3873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B04" w:rsidRDefault="00744B04" w:rsidP="00744B04">
      <w:r>
        <w:rPr>
          <w:noProof/>
          <w:lang w:eastAsia="en-GB"/>
        </w:rPr>
        <w:drawing>
          <wp:inline distT="0" distB="0" distL="0" distR="0" wp14:anchorId="0471250E" wp14:editId="03A73699">
            <wp:extent cx="4106058" cy="2047875"/>
            <wp:effectExtent l="0" t="0" r="889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027" cy="20488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B04" w:rsidRDefault="00744B04" w:rsidP="00744B04"/>
    <w:p w:rsidR="00744B04" w:rsidRDefault="00744B04" w:rsidP="00744B04">
      <w:r>
        <w:rPr>
          <w:noProof/>
          <w:lang w:eastAsia="en-GB"/>
        </w:rPr>
        <w:lastRenderedPageBreak/>
        <w:drawing>
          <wp:inline distT="0" distB="0" distL="0" distR="0" wp14:anchorId="40E63B03" wp14:editId="5B72BB1A">
            <wp:extent cx="4307151" cy="1896347"/>
            <wp:effectExtent l="0" t="0" r="0" b="889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858" cy="1898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B04" w:rsidRDefault="00744B04" w:rsidP="00744B04">
      <w:r>
        <w:rPr>
          <w:noProof/>
          <w:lang w:eastAsia="en-GB"/>
        </w:rPr>
        <w:drawing>
          <wp:inline distT="0" distB="0" distL="0" distR="0" wp14:anchorId="5B80CC8E" wp14:editId="773443F1">
            <wp:extent cx="4541798" cy="988717"/>
            <wp:effectExtent l="0" t="0" r="0" b="1905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6812" cy="991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B04" w:rsidRDefault="00744B04" w:rsidP="00744B04">
      <w:r>
        <w:rPr>
          <w:noProof/>
          <w:lang w:eastAsia="en-GB"/>
        </w:rPr>
        <w:drawing>
          <wp:inline distT="0" distB="0" distL="0" distR="0" wp14:anchorId="2B1F6505" wp14:editId="6E733D04">
            <wp:extent cx="4617120" cy="3162300"/>
            <wp:effectExtent l="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4451" cy="31673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B04" w:rsidRDefault="00744B04" w:rsidP="00744B04"/>
    <w:p w:rsidR="00744B04" w:rsidRDefault="00744B04" w:rsidP="00744B04"/>
    <w:p w:rsidR="00744B04" w:rsidRPr="00C16D94" w:rsidRDefault="00744B04" w:rsidP="00C16D94">
      <w:pPr>
        <w:rPr>
          <w:rFonts w:asciiTheme="minorHAnsi" w:hAnsiTheme="minorHAnsi"/>
          <w:b/>
          <w:bCs/>
        </w:rPr>
      </w:pPr>
    </w:p>
    <w:sectPr w:rsidR="00744B04" w:rsidRPr="00C16D94" w:rsidSect="00707A02">
      <w:footerReference w:type="default" r:id="rId52"/>
      <w:type w:val="continuous"/>
      <w:pgSz w:w="16838" w:h="11906" w:orient="landscape" w:code="9"/>
      <w:pgMar w:top="680" w:right="680" w:bottom="680" w:left="680" w:header="431" w:footer="142" w:gutter="0"/>
      <w:cols w:num="2" w:sep="1"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D94" w:rsidRDefault="00C16D94">
      <w:r>
        <w:separator/>
      </w:r>
    </w:p>
  </w:endnote>
  <w:endnote w:type="continuationSeparator" w:id="0">
    <w:p w:rsidR="00C16D94" w:rsidRDefault="00C1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D94" w:rsidRDefault="00C16D94">
    <w:pPr>
      <w:pStyle w:val="Footer"/>
      <w:jc w:val="center"/>
      <w:rPr>
        <w:sz w:val="20"/>
      </w:rPr>
    </w:pP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BF7DE1">
      <w:rPr>
        <w:rStyle w:val="PageNumber"/>
        <w:noProof/>
        <w:sz w:val="20"/>
      </w:rPr>
      <w:t>3</w:t>
    </w:r>
    <w:r>
      <w:rPr>
        <w:rStyle w:val="PageNumber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D94" w:rsidRDefault="00C16D94">
      <w:r>
        <w:separator/>
      </w:r>
    </w:p>
  </w:footnote>
  <w:footnote w:type="continuationSeparator" w:id="0">
    <w:p w:rsidR="00C16D94" w:rsidRDefault="00C1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13938"/>
    <w:multiLevelType w:val="hybridMultilevel"/>
    <w:tmpl w:val="D3421A74"/>
    <w:lvl w:ilvl="0" w:tplc="00000000">
      <w:start w:val="2"/>
      <w:numFmt w:val="lowerLetter"/>
      <w:lvlText w:val="(%1)"/>
      <w:lvlJc w:val="left"/>
      <w:pPr>
        <w:ind w:left="151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34" w:hanging="360"/>
      </w:pPr>
    </w:lvl>
    <w:lvl w:ilvl="2" w:tplc="0809001B" w:tentative="1">
      <w:start w:val="1"/>
      <w:numFmt w:val="lowerRoman"/>
      <w:lvlText w:val="%3."/>
      <w:lvlJc w:val="right"/>
      <w:pPr>
        <w:ind w:left="2954" w:hanging="180"/>
      </w:pPr>
    </w:lvl>
    <w:lvl w:ilvl="3" w:tplc="0809000F" w:tentative="1">
      <w:start w:val="1"/>
      <w:numFmt w:val="decimal"/>
      <w:lvlText w:val="%4."/>
      <w:lvlJc w:val="left"/>
      <w:pPr>
        <w:ind w:left="3674" w:hanging="360"/>
      </w:pPr>
    </w:lvl>
    <w:lvl w:ilvl="4" w:tplc="08090019" w:tentative="1">
      <w:start w:val="1"/>
      <w:numFmt w:val="lowerLetter"/>
      <w:lvlText w:val="%5."/>
      <w:lvlJc w:val="left"/>
      <w:pPr>
        <w:ind w:left="4394" w:hanging="360"/>
      </w:pPr>
    </w:lvl>
    <w:lvl w:ilvl="5" w:tplc="0809001B" w:tentative="1">
      <w:start w:val="1"/>
      <w:numFmt w:val="lowerRoman"/>
      <w:lvlText w:val="%6."/>
      <w:lvlJc w:val="right"/>
      <w:pPr>
        <w:ind w:left="5114" w:hanging="180"/>
      </w:pPr>
    </w:lvl>
    <w:lvl w:ilvl="6" w:tplc="0809000F" w:tentative="1">
      <w:start w:val="1"/>
      <w:numFmt w:val="decimal"/>
      <w:lvlText w:val="%7."/>
      <w:lvlJc w:val="left"/>
      <w:pPr>
        <w:ind w:left="5834" w:hanging="360"/>
      </w:pPr>
    </w:lvl>
    <w:lvl w:ilvl="7" w:tplc="08090019" w:tentative="1">
      <w:start w:val="1"/>
      <w:numFmt w:val="lowerLetter"/>
      <w:lvlText w:val="%8."/>
      <w:lvlJc w:val="left"/>
      <w:pPr>
        <w:ind w:left="6554" w:hanging="360"/>
      </w:pPr>
    </w:lvl>
    <w:lvl w:ilvl="8" w:tplc="0809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">
    <w:nsid w:val="04DF197D"/>
    <w:multiLevelType w:val="hybridMultilevel"/>
    <w:tmpl w:val="5720E97E"/>
    <w:lvl w:ilvl="0" w:tplc="2110E776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B543C"/>
    <w:multiLevelType w:val="hybridMultilevel"/>
    <w:tmpl w:val="B6C65DB6"/>
    <w:lvl w:ilvl="0" w:tplc="AAEA6C18">
      <w:start w:val="1"/>
      <w:numFmt w:val="lowerLetter"/>
      <w:lvlText w:val="(%1)"/>
      <w:lvlJc w:val="left"/>
      <w:pPr>
        <w:ind w:left="1495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0DF071EB"/>
    <w:multiLevelType w:val="hybridMultilevel"/>
    <w:tmpl w:val="15245FD6"/>
    <w:lvl w:ilvl="0" w:tplc="13667E4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B705E8"/>
    <w:multiLevelType w:val="hybridMultilevel"/>
    <w:tmpl w:val="B57E2E4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6C3E36"/>
    <w:multiLevelType w:val="hybridMultilevel"/>
    <w:tmpl w:val="BC1029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7769C0"/>
    <w:multiLevelType w:val="hybridMultilevel"/>
    <w:tmpl w:val="B3BCE5A4"/>
    <w:lvl w:ilvl="0" w:tplc="7EDC54C0">
      <w:start w:val="1"/>
      <w:numFmt w:val="lowerLetter"/>
      <w:lvlText w:val="(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2744AA"/>
    <w:multiLevelType w:val="hybridMultilevel"/>
    <w:tmpl w:val="788AB4BE"/>
    <w:lvl w:ilvl="0" w:tplc="18A4ACA6">
      <w:start w:val="1"/>
      <w:numFmt w:val="lowerLetter"/>
      <w:lvlText w:val="(%1)"/>
      <w:lvlJc w:val="left"/>
      <w:pPr>
        <w:ind w:left="719" w:hanging="43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2B04556"/>
    <w:multiLevelType w:val="hybridMultilevel"/>
    <w:tmpl w:val="496E79BC"/>
    <w:lvl w:ilvl="0" w:tplc="38B26434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0F6F11"/>
    <w:multiLevelType w:val="hybridMultilevel"/>
    <w:tmpl w:val="5C96393C"/>
    <w:lvl w:ilvl="0" w:tplc="00000000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EA0F2A"/>
    <w:multiLevelType w:val="hybridMultilevel"/>
    <w:tmpl w:val="106C7452"/>
    <w:lvl w:ilvl="0" w:tplc="D5F234B6">
      <w:start w:val="1"/>
      <w:numFmt w:val="lowerLetter"/>
      <w:lvlText w:val="(%1)"/>
      <w:lvlJc w:val="left"/>
      <w:pPr>
        <w:ind w:left="14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9C20B1"/>
    <w:multiLevelType w:val="hybridMultilevel"/>
    <w:tmpl w:val="A664E91E"/>
    <w:lvl w:ilvl="0" w:tplc="B6D47434">
      <w:start w:val="1"/>
      <w:numFmt w:val="lowerLetter"/>
      <w:lvlText w:val="(%1)"/>
      <w:lvlJc w:val="left"/>
      <w:pPr>
        <w:ind w:left="644" w:hanging="360"/>
      </w:pPr>
      <w:rPr>
        <w:rFonts w:asciiTheme="minorHAnsi" w:hAnsiTheme="minorHAnsi" w:cs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357D02"/>
    <w:multiLevelType w:val="hybridMultilevel"/>
    <w:tmpl w:val="25FCBBCC"/>
    <w:lvl w:ilvl="0" w:tplc="38B26434">
      <w:start w:val="1"/>
      <w:numFmt w:val="lowerLetter"/>
      <w:lvlText w:val="(%1)"/>
      <w:lvlJc w:val="left"/>
      <w:pPr>
        <w:ind w:left="1080" w:hanging="360"/>
      </w:pPr>
      <w:rPr>
        <w:rFonts w:hint="default"/>
        <w:b/>
        <w:sz w:val="24"/>
      </w:rPr>
    </w:lvl>
    <w:lvl w:ilvl="1" w:tplc="08090019" w:tentative="1">
      <w:start w:val="1"/>
      <w:numFmt w:val="lowerLetter"/>
      <w:lvlText w:val="%2."/>
      <w:lvlJc w:val="left"/>
      <w:pPr>
        <w:ind w:left="1516" w:hanging="360"/>
      </w:pPr>
    </w:lvl>
    <w:lvl w:ilvl="2" w:tplc="0809001B" w:tentative="1">
      <w:start w:val="1"/>
      <w:numFmt w:val="lowerRoman"/>
      <w:lvlText w:val="%3."/>
      <w:lvlJc w:val="right"/>
      <w:pPr>
        <w:ind w:left="2236" w:hanging="180"/>
      </w:pPr>
    </w:lvl>
    <w:lvl w:ilvl="3" w:tplc="0809000F" w:tentative="1">
      <w:start w:val="1"/>
      <w:numFmt w:val="decimal"/>
      <w:lvlText w:val="%4."/>
      <w:lvlJc w:val="left"/>
      <w:pPr>
        <w:ind w:left="2956" w:hanging="360"/>
      </w:pPr>
    </w:lvl>
    <w:lvl w:ilvl="4" w:tplc="08090019" w:tentative="1">
      <w:start w:val="1"/>
      <w:numFmt w:val="lowerLetter"/>
      <w:lvlText w:val="%5."/>
      <w:lvlJc w:val="left"/>
      <w:pPr>
        <w:ind w:left="3676" w:hanging="360"/>
      </w:pPr>
    </w:lvl>
    <w:lvl w:ilvl="5" w:tplc="0809001B" w:tentative="1">
      <w:start w:val="1"/>
      <w:numFmt w:val="lowerRoman"/>
      <w:lvlText w:val="%6."/>
      <w:lvlJc w:val="right"/>
      <w:pPr>
        <w:ind w:left="4396" w:hanging="180"/>
      </w:pPr>
    </w:lvl>
    <w:lvl w:ilvl="6" w:tplc="0809000F" w:tentative="1">
      <w:start w:val="1"/>
      <w:numFmt w:val="decimal"/>
      <w:lvlText w:val="%7."/>
      <w:lvlJc w:val="left"/>
      <w:pPr>
        <w:ind w:left="5116" w:hanging="360"/>
      </w:pPr>
    </w:lvl>
    <w:lvl w:ilvl="7" w:tplc="08090019" w:tentative="1">
      <w:start w:val="1"/>
      <w:numFmt w:val="lowerLetter"/>
      <w:lvlText w:val="%8."/>
      <w:lvlJc w:val="left"/>
      <w:pPr>
        <w:ind w:left="5836" w:hanging="360"/>
      </w:pPr>
    </w:lvl>
    <w:lvl w:ilvl="8" w:tplc="08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3">
    <w:nsid w:val="5AB22699"/>
    <w:multiLevelType w:val="hybridMultilevel"/>
    <w:tmpl w:val="106C7452"/>
    <w:lvl w:ilvl="0" w:tplc="D5F234B6">
      <w:start w:val="1"/>
      <w:numFmt w:val="lowerLetter"/>
      <w:lvlText w:val="(%1)"/>
      <w:lvlJc w:val="left"/>
      <w:pPr>
        <w:ind w:left="14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626FAD"/>
    <w:multiLevelType w:val="hybridMultilevel"/>
    <w:tmpl w:val="20B4EF3A"/>
    <w:lvl w:ilvl="0" w:tplc="00000000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5F79DC"/>
    <w:multiLevelType w:val="hybridMultilevel"/>
    <w:tmpl w:val="6280616C"/>
    <w:lvl w:ilvl="0" w:tplc="0F54527C">
      <w:start w:val="1"/>
      <w:numFmt w:val="lowerLetter"/>
      <w:lvlText w:val="(%1)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307FD7"/>
    <w:multiLevelType w:val="hybridMultilevel"/>
    <w:tmpl w:val="5C14FF06"/>
    <w:lvl w:ilvl="0" w:tplc="00000000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36406D"/>
    <w:multiLevelType w:val="hybridMultilevel"/>
    <w:tmpl w:val="8D881BDC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9045DB2"/>
    <w:multiLevelType w:val="hybridMultilevel"/>
    <w:tmpl w:val="788AB4BE"/>
    <w:lvl w:ilvl="0" w:tplc="18A4ACA6">
      <w:start w:val="1"/>
      <w:numFmt w:val="lowerLetter"/>
      <w:lvlText w:val="(%1)"/>
      <w:lvlJc w:val="left"/>
      <w:pPr>
        <w:ind w:left="719" w:hanging="43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AAF6983"/>
    <w:multiLevelType w:val="hybridMultilevel"/>
    <w:tmpl w:val="6A024282"/>
    <w:lvl w:ilvl="0" w:tplc="F9FCC3D4">
      <w:start w:val="1"/>
      <w:numFmt w:val="lowerLetter"/>
      <w:lvlText w:val="(%1)"/>
      <w:lvlJc w:val="left"/>
      <w:pPr>
        <w:ind w:left="644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7C3C6820"/>
    <w:multiLevelType w:val="hybridMultilevel"/>
    <w:tmpl w:val="D5B07120"/>
    <w:lvl w:ilvl="0" w:tplc="38B26434">
      <w:start w:val="1"/>
      <w:numFmt w:val="lowerLetter"/>
      <w:lvlText w:val="(%1)"/>
      <w:lvlJc w:val="left"/>
      <w:pPr>
        <w:ind w:left="1004" w:hanging="360"/>
      </w:pPr>
      <w:rPr>
        <w:rFonts w:hint="default"/>
        <w:b/>
        <w:sz w:val="24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C546FA2"/>
    <w:multiLevelType w:val="hybridMultilevel"/>
    <w:tmpl w:val="217AC3E6"/>
    <w:lvl w:ilvl="0" w:tplc="CFE882A6">
      <w:start w:val="1"/>
      <w:numFmt w:val="lowerLetter"/>
      <w:lvlText w:val="(%1)"/>
      <w:lvlJc w:val="left"/>
      <w:pPr>
        <w:ind w:left="1495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9"/>
  </w:num>
  <w:num w:numId="3">
    <w:abstractNumId w:val="4"/>
  </w:num>
  <w:num w:numId="4">
    <w:abstractNumId w:val="2"/>
  </w:num>
  <w:num w:numId="5">
    <w:abstractNumId w:val="9"/>
  </w:num>
  <w:num w:numId="6">
    <w:abstractNumId w:val="21"/>
  </w:num>
  <w:num w:numId="7">
    <w:abstractNumId w:val="14"/>
  </w:num>
  <w:num w:numId="8">
    <w:abstractNumId w:val="13"/>
  </w:num>
  <w:num w:numId="9">
    <w:abstractNumId w:val="10"/>
  </w:num>
  <w:num w:numId="10">
    <w:abstractNumId w:val="16"/>
  </w:num>
  <w:num w:numId="11">
    <w:abstractNumId w:val="15"/>
  </w:num>
  <w:num w:numId="12">
    <w:abstractNumId w:val="0"/>
  </w:num>
  <w:num w:numId="13">
    <w:abstractNumId w:val="11"/>
  </w:num>
  <w:num w:numId="14">
    <w:abstractNumId w:val="1"/>
  </w:num>
  <w:num w:numId="15">
    <w:abstractNumId w:val="20"/>
  </w:num>
  <w:num w:numId="16">
    <w:abstractNumId w:val="12"/>
  </w:num>
  <w:num w:numId="17">
    <w:abstractNumId w:val="17"/>
  </w:num>
  <w:num w:numId="18">
    <w:abstractNumId w:val="8"/>
  </w:num>
  <w:num w:numId="19">
    <w:abstractNumId w:val="7"/>
  </w:num>
  <w:num w:numId="20">
    <w:abstractNumId w:val="18"/>
  </w:num>
  <w:num w:numId="21">
    <w:abstractNumId w:val="6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243"/>
    <w:rsid w:val="0005461D"/>
    <w:rsid w:val="00111243"/>
    <w:rsid w:val="00123FD9"/>
    <w:rsid w:val="00144D18"/>
    <w:rsid w:val="00150F0E"/>
    <w:rsid w:val="00186711"/>
    <w:rsid w:val="00211228"/>
    <w:rsid w:val="002511A6"/>
    <w:rsid w:val="002754AC"/>
    <w:rsid w:val="00282A39"/>
    <w:rsid w:val="002A6559"/>
    <w:rsid w:val="002A6D45"/>
    <w:rsid w:val="002A7EF2"/>
    <w:rsid w:val="002D7852"/>
    <w:rsid w:val="002F2AE4"/>
    <w:rsid w:val="00303E67"/>
    <w:rsid w:val="00312D92"/>
    <w:rsid w:val="00336834"/>
    <w:rsid w:val="003666C4"/>
    <w:rsid w:val="00426B61"/>
    <w:rsid w:val="00470A65"/>
    <w:rsid w:val="00470D4A"/>
    <w:rsid w:val="004A56F3"/>
    <w:rsid w:val="00560265"/>
    <w:rsid w:val="005A1794"/>
    <w:rsid w:val="005B1BF9"/>
    <w:rsid w:val="00602509"/>
    <w:rsid w:val="00610156"/>
    <w:rsid w:val="00611B5F"/>
    <w:rsid w:val="00667B0D"/>
    <w:rsid w:val="006C341E"/>
    <w:rsid w:val="00707A02"/>
    <w:rsid w:val="00744B04"/>
    <w:rsid w:val="00751E4D"/>
    <w:rsid w:val="00757266"/>
    <w:rsid w:val="00770E72"/>
    <w:rsid w:val="007A7F7C"/>
    <w:rsid w:val="008148D9"/>
    <w:rsid w:val="00843AC9"/>
    <w:rsid w:val="00853F88"/>
    <w:rsid w:val="00903DFF"/>
    <w:rsid w:val="009118D5"/>
    <w:rsid w:val="009E5219"/>
    <w:rsid w:val="00A06FF2"/>
    <w:rsid w:val="00A47F9E"/>
    <w:rsid w:val="00A5076D"/>
    <w:rsid w:val="00A651CE"/>
    <w:rsid w:val="00A66AA5"/>
    <w:rsid w:val="00A734AD"/>
    <w:rsid w:val="00AC0729"/>
    <w:rsid w:val="00AD4C5D"/>
    <w:rsid w:val="00AE4BC1"/>
    <w:rsid w:val="00B84384"/>
    <w:rsid w:val="00B84810"/>
    <w:rsid w:val="00BD0F24"/>
    <w:rsid w:val="00BD5780"/>
    <w:rsid w:val="00BE72C5"/>
    <w:rsid w:val="00BF0F43"/>
    <w:rsid w:val="00BF7DE1"/>
    <w:rsid w:val="00C16D94"/>
    <w:rsid w:val="00C61ECE"/>
    <w:rsid w:val="00C63BDC"/>
    <w:rsid w:val="00CD2C79"/>
    <w:rsid w:val="00D569A3"/>
    <w:rsid w:val="00D6058C"/>
    <w:rsid w:val="00DC2046"/>
    <w:rsid w:val="00E41616"/>
    <w:rsid w:val="00E63B2B"/>
    <w:rsid w:val="00EA4FD1"/>
    <w:rsid w:val="00EA7BFE"/>
    <w:rsid w:val="00F0117C"/>
    <w:rsid w:val="00F34C2C"/>
    <w:rsid w:val="00FA2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eastAsia="zh-TW"/>
    </w:rPr>
  </w:style>
  <w:style w:type="paragraph" w:styleId="Heading1">
    <w:name w:val="heading 1"/>
    <w:basedOn w:val="Normal"/>
    <w:next w:val="Normal"/>
    <w:qFormat/>
    <w:pPr>
      <w:keepNext/>
      <w:spacing w:after="120"/>
      <w:jc w:val="center"/>
      <w:outlineLvl w:val="0"/>
    </w:pPr>
    <w:rPr>
      <w:rFonts w:ascii="Arial" w:hAnsi="Arial"/>
      <w:b/>
      <w:kern w:val="30"/>
      <w:sz w:val="30"/>
    </w:rPr>
  </w:style>
  <w:style w:type="paragraph" w:styleId="Heading2">
    <w:name w:val="heading 2"/>
    <w:basedOn w:val="Heading1"/>
    <w:next w:val="Normal"/>
    <w:qFormat/>
    <w:pPr>
      <w:jc w:val="left"/>
      <w:outlineLvl w:val="1"/>
    </w:pPr>
    <w:rPr>
      <w:sz w:val="24"/>
    </w:rPr>
  </w:style>
  <w:style w:type="paragraph" w:styleId="Heading3">
    <w:name w:val="heading 3"/>
    <w:basedOn w:val="Heading2"/>
    <w:next w:val="Normal"/>
    <w:qFormat/>
    <w:pPr>
      <w:outlineLvl w:val="2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EndnoteText">
    <w:name w:val="endnote text"/>
    <w:basedOn w:val="Normal"/>
    <w:link w:val="EndnoteTextChar"/>
    <w:rsid w:val="004A56F3"/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4A56F3"/>
    <w:rPr>
      <w:lang w:eastAsia="zh-TW"/>
    </w:rPr>
  </w:style>
  <w:style w:type="character" w:styleId="EndnoteReference">
    <w:name w:val="endnote reference"/>
    <w:basedOn w:val="DefaultParagraphFont"/>
    <w:rsid w:val="004A56F3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A56F3"/>
    <w:rPr>
      <w:color w:val="808080"/>
    </w:rPr>
  </w:style>
  <w:style w:type="paragraph" w:styleId="BalloonText">
    <w:name w:val="Balloon Text"/>
    <w:basedOn w:val="Normal"/>
    <w:link w:val="BalloonTextChar"/>
    <w:rsid w:val="004A56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A56F3"/>
    <w:rPr>
      <w:rFonts w:ascii="Tahoma" w:hAnsi="Tahoma" w:cs="Tahoma"/>
      <w:sz w:val="16"/>
      <w:szCs w:val="16"/>
      <w:lang w:eastAsia="zh-TW"/>
    </w:rPr>
  </w:style>
  <w:style w:type="table" w:styleId="TableGrid">
    <w:name w:val="Table Grid"/>
    <w:basedOn w:val="TableNormal"/>
    <w:rsid w:val="004A56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Question">
    <w:name w:val="3 Question"/>
    <w:basedOn w:val="Normal"/>
    <w:next w:val="4Questionrest"/>
    <w:rsid w:val="00111243"/>
    <w:pPr>
      <w:widowControl w:val="0"/>
      <w:tabs>
        <w:tab w:val="right" w:pos="567"/>
        <w:tab w:val="left" w:pos="794"/>
        <w:tab w:val="left" w:pos="1276"/>
        <w:tab w:val="left" w:pos="1758"/>
        <w:tab w:val="left" w:pos="2240"/>
        <w:tab w:val="left" w:pos="2722"/>
        <w:tab w:val="left" w:pos="3204"/>
        <w:tab w:val="left" w:pos="3686"/>
        <w:tab w:val="left" w:pos="4167"/>
        <w:tab w:val="left" w:pos="4649"/>
        <w:tab w:val="left" w:pos="5131"/>
        <w:tab w:val="left" w:pos="5613"/>
        <w:tab w:val="left" w:pos="6095"/>
        <w:tab w:val="left" w:pos="6577"/>
        <w:tab w:val="left" w:pos="7059"/>
        <w:tab w:val="left" w:pos="7541"/>
      </w:tabs>
      <w:spacing w:before="295" w:after="244" w:line="280" w:lineRule="atLeast"/>
      <w:ind w:left="794" w:hanging="794"/>
    </w:pPr>
    <w:rPr>
      <w:rFonts w:eastAsia="Times New Roman"/>
      <w:noProof/>
      <w:lang w:eastAsia="en-US"/>
    </w:rPr>
  </w:style>
  <w:style w:type="paragraph" w:customStyle="1" w:styleId="4Questionrest">
    <w:name w:val="4 Question rest"/>
    <w:basedOn w:val="Normal"/>
    <w:rsid w:val="00111243"/>
    <w:pPr>
      <w:widowControl w:val="0"/>
      <w:tabs>
        <w:tab w:val="left" w:pos="1276"/>
        <w:tab w:val="left" w:pos="1758"/>
        <w:tab w:val="left" w:pos="2240"/>
        <w:tab w:val="left" w:pos="2722"/>
        <w:tab w:val="left" w:pos="3204"/>
        <w:tab w:val="left" w:pos="3686"/>
        <w:tab w:val="left" w:pos="4167"/>
        <w:tab w:val="left" w:pos="4649"/>
        <w:tab w:val="left" w:pos="5131"/>
        <w:tab w:val="left" w:pos="5613"/>
        <w:tab w:val="left" w:pos="6095"/>
        <w:tab w:val="left" w:pos="6577"/>
        <w:tab w:val="left" w:pos="7059"/>
        <w:tab w:val="left" w:pos="7541"/>
      </w:tabs>
      <w:spacing w:before="30" w:after="244" w:line="280" w:lineRule="atLeast"/>
      <w:ind w:left="794"/>
    </w:pPr>
    <w:rPr>
      <w:rFonts w:eastAsia="Times New Roman"/>
      <w:lang w:eastAsia="en-US"/>
    </w:rPr>
  </w:style>
  <w:style w:type="character" w:customStyle="1" w:styleId="2Questionnumber">
    <w:name w:val="2 Question number"/>
    <w:basedOn w:val="DefaultParagraphFont"/>
    <w:rsid w:val="00111243"/>
    <w:rPr>
      <w:rFonts w:ascii="Arial" w:hAnsi="Arial"/>
      <w:b/>
      <w:sz w:val="24"/>
    </w:rPr>
  </w:style>
  <w:style w:type="paragraph" w:styleId="ListParagraph">
    <w:name w:val="List Paragraph"/>
    <w:basedOn w:val="Normal"/>
    <w:uiPriority w:val="34"/>
    <w:qFormat/>
    <w:rsid w:val="00111243"/>
    <w:pPr>
      <w:ind w:left="720"/>
      <w:contextualSpacing/>
    </w:pPr>
  </w:style>
  <w:style w:type="paragraph" w:customStyle="1" w:styleId="question">
    <w:name w:val="question"/>
    <w:basedOn w:val="Normal"/>
    <w:uiPriority w:val="99"/>
    <w:rsid w:val="00123FD9"/>
    <w:pPr>
      <w:widowControl w:val="0"/>
      <w:autoSpaceDE w:val="0"/>
      <w:autoSpaceDN w:val="0"/>
      <w:adjustRightInd w:val="0"/>
      <w:spacing w:before="240"/>
      <w:ind w:left="567" w:right="567" w:hanging="567"/>
    </w:pPr>
    <w:rPr>
      <w:rFonts w:eastAsiaTheme="minorEastAsia"/>
      <w:sz w:val="22"/>
      <w:szCs w:val="22"/>
      <w:lang w:eastAsia="en-GB"/>
    </w:rPr>
  </w:style>
  <w:style w:type="paragraph" w:customStyle="1" w:styleId="rightCharCharChar">
    <w:name w:val="right Char Char Char"/>
    <w:basedOn w:val="Normal"/>
    <w:uiPriority w:val="99"/>
    <w:rsid w:val="00123FD9"/>
    <w:pPr>
      <w:widowControl w:val="0"/>
      <w:autoSpaceDE w:val="0"/>
      <w:autoSpaceDN w:val="0"/>
      <w:adjustRightInd w:val="0"/>
      <w:spacing w:before="240"/>
      <w:ind w:right="1134"/>
      <w:jc w:val="right"/>
    </w:pPr>
    <w:rPr>
      <w:rFonts w:eastAsiaTheme="minorEastAsia"/>
      <w:sz w:val="22"/>
      <w:szCs w:val="22"/>
      <w:lang w:eastAsia="en-GB"/>
    </w:rPr>
  </w:style>
  <w:style w:type="paragraph" w:customStyle="1" w:styleId="mark">
    <w:name w:val="mark"/>
    <w:basedOn w:val="Normal"/>
    <w:uiPriority w:val="99"/>
    <w:rsid w:val="00123FD9"/>
    <w:pPr>
      <w:widowControl w:val="0"/>
      <w:autoSpaceDE w:val="0"/>
      <w:autoSpaceDN w:val="0"/>
      <w:adjustRightInd w:val="0"/>
      <w:jc w:val="right"/>
    </w:pPr>
    <w:rPr>
      <w:rFonts w:eastAsiaTheme="minorEastAsia"/>
      <w:b/>
      <w:bCs/>
      <w:sz w:val="20"/>
      <w:lang w:eastAsia="en-GB"/>
    </w:rPr>
  </w:style>
  <w:style w:type="paragraph" w:customStyle="1" w:styleId="right">
    <w:name w:val="right"/>
    <w:basedOn w:val="Normal"/>
    <w:uiPriority w:val="99"/>
    <w:rsid w:val="00123FD9"/>
    <w:pPr>
      <w:widowControl w:val="0"/>
      <w:tabs>
        <w:tab w:val="right" w:pos="8505"/>
      </w:tabs>
      <w:autoSpaceDE w:val="0"/>
      <w:autoSpaceDN w:val="0"/>
      <w:adjustRightInd w:val="0"/>
      <w:spacing w:before="240"/>
      <w:ind w:right="1134"/>
      <w:jc w:val="right"/>
    </w:pPr>
    <w:rPr>
      <w:rFonts w:eastAsiaTheme="minorEastAsia"/>
      <w:sz w:val="22"/>
      <w:szCs w:val="22"/>
      <w:lang w:eastAsia="en-GB"/>
    </w:rPr>
  </w:style>
  <w:style w:type="paragraph" w:customStyle="1" w:styleId="questionChar">
    <w:name w:val="question Char"/>
    <w:basedOn w:val="Normal"/>
    <w:uiPriority w:val="99"/>
    <w:rsid w:val="00123FD9"/>
    <w:pPr>
      <w:widowControl w:val="0"/>
      <w:autoSpaceDE w:val="0"/>
      <w:autoSpaceDN w:val="0"/>
      <w:adjustRightInd w:val="0"/>
      <w:spacing w:before="240"/>
      <w:ind w:left="567" w:right="567" w:hanging="567"/>
    </w:pPr>
    <w:rPr>
      <w:rFonts w:eastAsiaTheme="minorEastAsia"/>
      <w:sz w:val="22"/>
      <w:szCs w:val="22"/>
      <w:lang w:eastAsia="en-GB"/>
    </w:rPr>
  </w:style>
  <w:style w:type="paragraph" w:customStyle="1" w:styleId="indent1">
    <w:name w:val="indent1"/>
    <w:basedOn w:val="Normal"/>
    <w:uiPriority w:val="99"/>
    <w:rsid w:val="00123FD9"/>
    <w:pPr>
      <w:widowControl w:val="0"/>
      <w:autoSpaceDE w:val="0"/>
      <w:autoSpaceDN w:val="0"/>
      <w:adjustRightInd w:val="0"/>
      <w:spacing w:before="240"/>
      <w:ind w:left="1134" w:right="567" w:hanging="567"/>
    </w:pPr>
    <w:rPr>
      <w:rFonts w:eastAsiaTheme="minorEastAsia"/>
      <w:sz w:val="22"/>
      <w:szCs w:val="22"/>
      <w:lang w:eastAsia="en-GB"/>
    </w:rPr>
  </w:style>
  <w:style w:type="paragraph" w:customStyle="1" w:styleId="Normal0">
    <w:name w:val="[Normal]"/>
    <w:rsid w:val="00D6058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en-GB"/>
    </w:rPr>
  </w:style>
  <w:style w:type="paragraph" w:customStyle="1" w:styleId="questiona">
    <w:name w:val="question(a)"/>
    <w:basedOn w:val="question"/>
    <w:uiPriority w:val="99"/>
    <w:rsid w:val="00D6058C"/>
    <w:pPr>
      <w:tabs>
        <w:tab w:val="left" w:pos="567"/>
      </w:tabs>
      <w:ind w:left="1134" w:hanging="1134"/>
    </w:pPr>
  </w:style>
  <w:style w:type="paragraph" w:customStyle="1" w:styleId="rightChar">
    <w:name w:val="right Char"/>
    <w:basedOn w:val="Normal0"/>
    <w:uiPriority w:val="99"/>
    <w:rsid w:val="00D6058C"/>
    <w:pPr>
      <w:spacing w:before="240"/>
      <w:ind w:right="1134"/>
      <w:jc w:val="right"/>
    </w:pPr>
    <w:rPr>
      <w:rFonts w:ascii="Times New Roman" w:hAnsi="Times New Roman" w:cs="Times New Roman"/>
      <w:sz w:val="22"/>
      <w:szCs w:val="22"/>
    </w:rPr>
  </w:style>
  <w:style w:type="paragraph" w:customStyle="1" w:styleId="graph">
    <w:name w:val="graph"/>
    <w:basedOn w:val="Normal0"/>
    <w:uiPriority w:val="99"/>
    <w:rsid w:val="00D6058C"/>
    <w:pPr>
      <w:spacing w:before="24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indent1Char">
    <w:name w:val="indent1 Char"/>
    <w:basedOn w:val="Normal0"/>
    <w:uiPriority w:val="99"/>
    <w:rsid w:val="00D6058C"/>
    <w:pPr>
      <w:spacing w:before="240"/>
      <w:ind w:left="1134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2">
    <w:name w:val="indent2"/>
    <w:basedOn w:val="Normal0"/>
    <w:uiPriority w:val="99"/>
    <w:rsid w:val="00D6058C"/>
    <w:pPr>
      <w:spacing w:before="240"/>
      <w:ind w:left="1701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a">
    <w:name w:val="indent1(a)"/>
    <w:basedOn w:val="Normal0"/>
    <w:uiPriority w:val="99"/>
    <w:rsid w:val="00D6058C"/>
    <w:pPr>
      <w:tabs>
        <w:tab w:val="left" w:pos="1134"/>
      </w:tabs>
      <w:spacing w:before="240"/>
      <w:ind w:left="1701" w:right="567" w:hanging="1134"/>
    </w:pPr>
    <w:rPr>
      <w:rFonts w:ascii="Times New Roman" w:hAnsi="Times New Roman" w:cs="Times New Roman"/>
      <w:sz w:val="22"/>
      <w:szCs w:val="22"/>
    </w:rPr>
  </w:style>
  <w:style w:type="paragraph" w:customStyle="1" w:styleId="graphChar">
    <w:name w:val="graph Char"/>
    <w:basedOn w:val="Normal"/>
    <w:uiPriority w:val="99"/>
    <w:rsid w:val="00D6058C"/>
    <w:pPr>
      <w:widowControl w:val="0"/>
      <w:autoSpaceDE w:val="0"/>
      <w:autoSpaceDN w:val="0"/>
      <w:adjustRightInd w:val="0"/>
      <w:spacing w:before="240"/>
      <w:ind w:left="567" w:right="567" w:hanging="567"/>
      <w:jc w:val="center"/>
    </w:pPr>
    <w:rPr>
      <w:rFonts w:eastAsiaTheme="minorEastAsia"/>
      <w:sz w:val="22"/>
      <w:szCs w:val="22"/>
      <w:lang w:eastAsia="en-GB"/>
    </w:rPr>
  </w:style>
  <w:style w:type="paragraph" w:customStyle="1" w:styleId="questionai">
    <w:name w:val="question(a)(i)"/>
    <w:basedOn w:val="questiona"/>
    <w:uiPriority w:val="99"/>
    <w:rsid w:val="005B1BF9"/>
    <w:pPr>
      <w:tabs>
        <w:tab w:val="left" w:pos="1134"/>
      </w:tabs>
      <w:ind w:left="1701" w:hanging="1701"/>
    </w:pPr>
  </w:style>
  <w:style w:type="paragraph" w:customStyle="1" w:styleId="indent3">
    <w:name w:val="indent3"/>
    <w:basedOn w:val="Normal0"/>
    <w:uiPriority w:val="99"/>
    <w:rsid w:val="005B1BF9"/>
    <w:pPr>
      <w:spacing w:before="240"/>
      <w:ind w:left="2268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questionCharCharCharCharChar">
    <w:name w:val="question Char Char Char Char Char"/>
    <w:basedOn w:val="Normal0"/>
    <w:uiPriority w:val="99"/>
    <w:rsid w:val="00F34C2C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questionCharCharCharCharCharCharCharCharCharCharCharCharCharCharCharCharCharCharCharCharCharChar">
    <w:name w:val="question Char Char Char Char Char Char Char Char Char Char Char Char Char Char Char Char Char Char Char Char Char Char"/>
    <w:basedOn w:val="Normal0"/>
    <w:uiPriority w:val="99"/>
    <w:rsid w:val="00F34C2C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character" w:customStyle="1" w:styleId="A16">
    <w:name w:val="A16"/>
    <w:basedOn w:val="DefaultParagraphFont"/>
    <w:uiPriority w:val="99"/>
    <w:rsid w:val="00F34C2C"/>
    <w:rPr>
      <w:sz w:val="15"/>
      <w:szCs w:val="15"/>
    </w:rPr>
  </w:style>
  <w:style w:type="character" w:styleId="Hyperlink">
    <w:name w:val="Hyperlink"/>
    <w:basedOn w:val="DefaultParagraphFont"/>
    <w:uiPriority w:val="99"/>
    <w:unhideWhenUsed/>
    <w:rsid w:val="00903D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eastAsia="zh-TW"/>
    </w:rPr>
  </w:style>
  <w:style w:type="paragraph" w:styleId="Heading1">
    <w:name w:val="heading 1"/>
    <w:basedOn w:val="Normal"/>
    <w:next w:val="Normal"/>
    <w:qFormat/>
    <w:pPr>
      <w:keepNext/>
      <w:spacing w:after="120"/>
      <w:jc w:val="center"/>
      <w:outlineLvl w:val="0"/>
    </w:pPr>
    <w:rPr>
      <w:rFonts w:ascii="Arial" w:hAnsi="Arial"/>
      <w:b/>
      <w:kern w:val="30"/>
      <w:sz w:val="30"/>
    </w:rPr>
  </w:style>
  <w:style w:type="paragraph" w:styleId="Heading2">
    <w:name w:val="heading 2"/>
    <w:basedOn w:val="Heading1"/>
    <w:next w:val="Normal"/>
    <w:qFormat/>
    <w:pPr>
      <w:jc w:val="left"/>
      <w:outlineLvl w:val="1"/>
    </w:pPr>
    <w:rPr>
      <w:sz w:val="24"/>
    </w:rPr>
  </w:style>
  <w:style w:type="paragraph" w:styleId="Heading3">
    <w:name w:val="heading 3"/>
    <w:basedOn w:val="Heading2"/>
    <w:next w:val="Normal"/>
    <w:qFormat/>
    <w:pPr>
      <w:outlineLvl w:val="2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EndnoteText">
    <w:name w:val="endnote text"/>
    <w:basedOn w:val="Normal"/>
    <w:link w:val="EndnoteTextChar"/>
    <w:rsid w:val="004A56F3"/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4A56F3"/>
    <w:rPr>
      <w:lang w:eastAsia="zh-TW"/>
    </w:rPr>
  </w:style>
  <w:style w:type="character" w:styleId="EndnoteReference">
    <w:name w:val="endnote reference"/>
    <w:basedOn w:val="DefaultParagraphFont"/>
    <w:rsid w:val="004A56F3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A56F3"/>
    <w:rPr>
      <w:color w:val="808080"/>
    </w:rPr>
  </w:style>
  <w:style w:type="paragraph" w:styleId="BalloonText">
    <w:name w:val="Balloon Text"/>
    <w:basedOn w:val="Normal"/>
    <w:link w:val="BalloonTextChar"/>
    <w:rsid w:val="004A56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A56F3"/>
    <w:rPr>
      <w:rFonts w:ascii="Tahoma" w:hAnsi="Tahoma" w:cs="Tahoma"/>
      <w:sz w:val="16"/>
      <w:szCs w:val="16"/>
      <w:lang w:eastAsia="zh-TW"/>
    </w:rPr>
  </w:style>
  <w:style w:type="table" w:styleId="TableGrid">
    <w:name w:val="Table Grid"/>
    <w:basedOn w:val="TableNormal"/>
    <w:rsid w:val="004A56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Question">
    <w:name w:val="3 Question"/>
    <w:basedOn w:val="Normal"/>
    <w:next w:val="4Questionrest"/>
    <w:rsid w:val="00111243"/>
    <w:pPr>
      <w:widowControl w:val="0"/>
      <w:tabs>
        <w:tab w:val="right" w:pos="567"/>
        <w:tab w:val="left" w:pos="794"/>
        <w:tab w:val="left" w:pos="1276"/>
        <w:tab w:val="left" w:pos="1758"/>
        <w:tab w:val="left" w:pos="2240"/>
        <w:tab w:val="left" w:pos="2722"/>
        <w:tab w:val="left" w:pos="3204"/>
        <w:tab w:val="left" w:pos="3686"/>
        <w:tab w:val="left" w:pos="4167"/>
        <w:tab w:val="left" w:pos="4649"/>
        <w:tab w:val="left" w:pos="5131"/>
        <w:tab w:val="left" w:pos="5613"/>
        <w:tab w:val="left" w:pos="6095"/>
        <w:tab w:val="left" w:pos="6577"/>
        <w:tab w:val="left" w:pos="7059"/>
        <w:tab w:val="left" w:pos="7541"/>
      </w:tabs>
      <w:spacing w:before="295" w:after="244" w:line="280" w:lineRule="atLeast"/>
      <w:ind w:left="794" w:hanging="794"/>
    </w:pPr>
    <w:rPr>
      <w:rFonts w:eastAsia="Times New Roman"/>
      <w:noProof/>
      <w:lang w:eastAsia="en-US"/>
    </w:rPr>
  </w:style>
  <w:style w:type="paragraph" w:customStyle="1" w:styleId="4Questionrest">
    <w:name w:val="4 Question rest"/>
    <w:basedOn w:val="Normal"/>
    <w:rsid w:val="00111243"/>
    <w:pPr>
      <w:widowControl w:val="0"/>
      <w:tabs>
        <w:tab w:val="left" w:pos="1276"/>
        <w:tab w:val="left" w:pos="1758"/>
        <w:tab w:val="left" w:pos="2240"/>
        <w:tab w:val="left" w:pos="2722"/>
        <w:tab w:val="left" w:pos="3204"/>
        <w:tab w:val="left" w:pos="3686"/>
        <w:tab w:val="left" w:pos="4167"/>
        <w:tab w:val="left" w:pos="4649"/>
        <w:tab w:val="left" w:pos="5131"/>
        <w:tab w:val="left" w:pos="5613"/>
        <w:tab w:val="left" w:pos="6095"/>
        <w:tab w:val="left" w:pos="6577"/>
        <w:tab w:val="left" w:pos="7059"/>
        <w:tab w:val="left" w:pos="7541"/>
      </w:tabs>
      <w:spacing w:before="30" w:after="244" w:line="280" w:lineRule="atLeast"/>
      <w:ind w:left="794"/>
    </w:pPr>
    <w:rPr>
      <w:rFonts w:eastAsia="Times New Roman"/>
      <w:lang w:eastAsia="en-US"/>
    </w:rPr>
  </w:style>
  <w:style w:type="character" w:customStyle="1" w:styleId="2Questionnumber">
    <w:name w:val="2 Question number"/>
    <w:basedOn w:val="DefaultParagraphFont"/>
    <w:rsid w:val="00111243"/>
    <w:rPr>
      <w:rFonts w:ascii="Arial" w:hAnsi="Arial"/>
      <w:b/>
      <w:sz w:val="24"/>
    </w:rPr>
  </w:style>
  <w:style w:type="paragraph" w:styleId="ListParagraph">
    <w:name w:val="List Paragraph"/>
    <w:basedOn w:val="Normal"/>
    <w:uiPriority w:val="34"/>
    <w:qFormat/>
    <w:rsid w:val="00111243"/>
    <w:pPr>
      <w:ind w:left="720"/>
      <w:contextualSpacing/>
    </w:pPr>
  </w:style>
  <w:style w:type="paragraph" w:customStyle="1" w:styleId="question">
    <w:name w:val="question"/>
    <w:basedOn w:val="Normal"/>
    <w:uiPriority w:val="99"/>
    <w:rsid w:val="00123FD9"/>
    <w:pPr>
      <w:widowControl w:val="0"/>
      <w:autoSpaceDE w:val="0"/>
      <w:autoSpaceDN w:val="0"/>
      <w:adjustRightInd w:val="0"/>
      <w:spacing w:before="240"/>
      <w:ind w:left="567" w:right="567" w:hanging="567"/>
    </w:pPr>
    <w:rPr>
      <w:rFonts w:eastAsiaTheme="minorEastAsia"/>
      <w:sz w:val="22"/>
      <w:szCs w:val="22"/>
      <w:lang w:eastAsia="en-GB"/>
    </w:rPr>
  </w:style>
  <w:style w:type="paragraph" w:customStyle="1" w:styleId="rightCharCharChar">
    <w:name w:val="right Char Char Char"/>
    <w:basedOn w:val="Normal"/>
    <w:uiPriority w:val="99"/>
    <w:rsid w:val="00123FD9"/>
    <w:pPr>
      <w:widowControl w:val="0"/>
      <w:autoSpaceDE w:val="0"/>
      <w:autoSpaceDN w:val="0"/>
      <w:adjustRightInd w:val="0"/>
      <w:spacing w:before="240"/>
      <w:ind w:right="1134"/>
      <w:jc w:val="right"/>
    </w:pPr>
    <w:rPr>
      <w:rFonts w:eastAsiaTheme="minorEastAsia"/>
      <w:sz w:val="22"/>
      <w:szCs w:val="22"/>
      <w:lang w:eastAsia="en-GB"/>
    </w:rPr>
  </w:style>
  <w:style w:type="paragraph" w:customStyle="1" w:styleId="mark">
    <w:name w:val="mark"/>
    <w:basedOn w:val="Normal"/>
    <w:uiPriority w:val="99"/>
    <w:rsid w:val="00123FD9"/>
    <w:pPr>
      <w:widowControl w:val="0"/>
      <w:autoSpaceDE w:val="0"/>
      <w:autoSpaceDN w:val="0"/>
      <w:adjustRightInd w:val="0"/>
      <w:jc w:val="right"/>
    </w:pPr>
    <w:rPr>
      <w:rFonts w:eastAsiaTheme="minorEastAsia"/>
      <w:b/>
      <w:bCs/>
      <w:sz w:val="20"/>
      <w:lang w:eastAsia="en-GB"/>
    </w:rPr>
  </w:style>
  <w:style w:type="paragraph" w:customStyle="1" w:styleId="right">
    <w:name w:val="right"/>
    <w:basedOn w:val="Normal"/>
    <w:uiPriority w:val="99"/>
    <w:rsid w:val="00123FD9"/>
    <w:pPr>
      <w:widowControl w:val="0"/>
      <w:tabs>
        <w:tab w:val="right" w:pos="8505"/>
      </w:tabs>
      <w:autoSpaceDE w:val="0"/>
      <w:autoSpaceDN w:val="0"/>
      <w:adjustRightInd w:val="0"/>
      <w:spacing w:before="240"/>
      <w:ind w:right="1134"/>
      <w:jc w:val="right"/>
    </w:pPr>
    <w:rPr>
      <w:rFonts w:eastAsiaTheme="minorEastAsia"/>
      <w:sz w:val="22"/>
      <w:szCs w:val="22"/>
      <w:lang w:eastAsia="en-GB"/>
    </w:rPr>
  </w:style>
  <w:style w:type="paragraph" w:customStyle="1" w:styleId="questionChar">
    <w:name w:val="question Char"/>
    <w:basedOn w:val="Normal"/>
    <w:uiPriority w:val="99"/>
    <w:rsid w:val="00123FD9"/>
    <w:pPr>
      <w:widowControl w:val="0"/>
      <w:autoSpaceDE w:val="0"/>
      <w:autoSpaceDN w:val="0"/>
      <w:adjustRightInd w:val="0"/>
      <w:spacing w:before="240"/>
      <w:ind w:left="567" w:right="567" w:hanging="567"/>
    </w:pPr>
    <w:rPr>
      <w:rFonts w:eastAsiaTheme="minorEastAsia"/>
      <w:sz w:val="22"/>
      <w:szCs w:val="22"/>
      <w:lang w:eastAsia="en-GB"/>
    </w:rPr>
  </w:style>
  <w:style w:type="paragraph" w:customStyle="1" w:styleId="indent1">
    <w:name w:val="indent1"/>
    <w:basedOn w:val="Normal"/>
    <w:uiPriority w:val="99"/>
    <w:rsid w:val="00123FD9"/>
    <w:pPr>
      <w:widowControl w:val="0"/>
      <w:autoSpaceDE w:val="0"/>
      <w:autoSpaceDN w:val="0"/>
      <w:adjustRightInd w:val="0"/>
      <w:spacing w:before="240"/>
      <w:ind w:left="1134" w:right="567" w:hanging="567"/>
    </w:pPr>
    <w:rPr>
      <w:rFonts w:eastAsiaTheme="minorEastAsia"/>
      <w:sz w:val="22"/>
      <w:szCs w:val="22"/>
      <w:lang w:eastAsia="en-GB"/>
    </w:rPr>
  </w:style>
  <w:style w:type="paragraph" w:customStyle="1" w:styleId="Normal0">
    <w:name w:val="[Normal]"/>
    <w:rsid w:val="00D6058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en-GB"/>
    </w:rPr>
  </w:style>
  <w:style w:type="paragraph" w:customStyle="1" w:styleId="questiona">
    <w:name w:val="question(a)"/>
    <w:basedOn w:val="question"/>
    <w:uiPriority w:val="99"/>
    <w:rsid w:val="00D6058C"/>
    <w:pPr>
      <w:tabs>
        <w:tab w:val="left" w:pos="567"/>
      </w:tabs>
      <w:ind w:left="1134" w:hanging="1134"/>
    </w:pPr>
  </w:style>
  <w:style w:type="paragraph" w:customStyle="1" w:styleId="rightChar">
    <w:name w:val="right Char"/>
    <w:basedOn w:val="Normal0"/>
    <w:uiPriority w:val="99"/>
    <w:rsid w:val="00D6058C"/>
    <w:pPr>
      <w:spacing w:before="240"/>
      <w:ind w:right="1134"/>
      <w:jc w:val="right"/>
    </w:pPr>
    <w:rPr>
      <w:rFonts w:ascii="Times New Roman" w:hAnsi="Times New Roman" w:cs="Times New Roman"/>
      <w:sz w:val="22"/>
      <w:szCs w:val="22"/>
    </w:rPr>
  </w:style>
  <w:style w:type="paragraph" w:customStyle="1" w:styleId="graph">
    <w:name w:val="graph"/>
    <w:basedOn w:val="Normal0"/>
    <w:uiPriority w:val="99"/>
    <w:rsid w:val="00D6058C"/>
    <w:pPr>
      <w:spacing w:before="24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indent1Char">
    <w:name w:val="indent1 Char"/>
    <w:basedOn w:val="Normal0"/>
    <w:uiPriority w:val="99"/>
    <w:rsid w:val="00D6058C"/>
    <w:pPr>
      <w:spacing w:before="240"/>
      <w:ind w:left="1134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2">
    <w:name w:val="indent2"/>
    <w:basedOn w:val="Normal0"/>
    <w:uiPriority w:val="99"/>
    <w:rsid w:val="00D6058C"/>
    <w:pPr>
      <w:spacing w:before="240"/>
      <w:ind w:left="1701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a">
    <w:name w:val="indent1(a)"/>
    <w:basedOn w:val="Normal0"/>
    <w:uiPriority w:val="99"/>
    <w:rsid w:val="00D6058C"/>
    <w:pPr>
      <w:tabs>
        <w:tab w:val="left" w:pos="1134"/>
      </w:tabs>
      <w:spacing w:before="240"/>
      <w:ind w:left="1701" w:right="567" w:hanging="1134"/>
    </w:pPr>
    <w:rPr>
      <w:rFonts w:ascii="Times New Roman" w:hAnsi="Times New Roman" w:cs="Times New Roman"/>
      <w:sz w:val="22"/>
      <w:szCs w:val="22"/>
    </w:rPr>
  </w:style>
  <w:style w:type="paragraph" w:customStyle="1" w:styleId="graphChar">
    <w:name w:val="graph Char"/>
    <w:basedOn w:val="Normal"/>
    <w:uiPriority w:val="99"/>
    <w:rsid w:val="00D6058C"/>
    <w:pPr>
      <w:widowControl w:val="0"/>
      <w:autoSpaceDE w:val="0"/>
      <w:autoSpaceDN w:val="0"/>
      <w:adjustRightInd w:val="0"/>
      <w:spacing w:before="240"/>
      <w:ind w:left="567" w:right="567" w:hanging="567"/>
      <w:jc w:val="center"/>
    </w:pPr>
    <w:rPr>
      <w:rFonts w:eastAsiaTheme="minorEastAsia"/>
      <w:sz w:val="22"/>
      <w:szCs w:val="22"/>
      <w:lang w:eastAsia="en-GB"/>
    </w:rPr>
  </w:style>
  <w:style w:type="paragraph" w:customStyle="1" w:styleId="questionai">
    <w:name w:val="question(a)(i)"/>
    <w:basedOn w:val="questiona"/>
    <w:uiPriority w:val="99"/>
    <w:rsid w:val="005B1BF9"/>
    <w:pPr>
      <w:tabs>
        <w:tab w:val="left" w:pos="1134"/>
      </w:tabs>
      <w:ind w:left="1701" w:hanging="1701"/>
    </w:pPr>
  </w:style>
  <w:style w:type="paragraph" w:customStyle="1" w:styleId="indent3">
    <w:name w:val="indent3"/>
    <w:basedOn w:val="Normal0"/>
    <w:uiPriority w:val="99"/>
    <w:rsid w:val="005B1BF9"/>
    <w:pPr>
      <w:spacing w:before="240"/>
      <w:ind w:left="2268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questionCharCharCharCharChar">
    <w:name w:val="question Char Char Char Char Char"/>
    <w:basedOn w:val="Normal0"/>
    <w:uiPriority w:val="99"/>
    <w:rsid w:val="00F34C2C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questionCharCharCharCharCharCharCharCharCharCharCharCharCharCharCharCharCharCharCharCharCharChar">
    <w:name w:val="question Char Char Char Char Char Char Char Char Char Char Char Char Char Char Char Char Char Char Char Char Char Char"/>
    <w:basedOn w:val="Normal0"/>
    <w:uiPriority w:val="99"/>
    <w:rsid w:val="00F34C2C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character" w:customStyle="1" w:styleId="A16">
    <w:name w:val="A16"/>
    <w:basedOn w:val="DefaultParagraphFont"/>
    <w:uiPriority w:val="99"/>
    <w:rsid w:val="00F34C2C"/>
    <w:rPr>
      <w:sz w:val="15"/>
      <w:szCs w:val="15"/>
    </w:rPr>
  </w:style>
  <w:style w:type="character" w:styleId="Hyperlink">
    <w:name w:val="Hyperlink"/>
    <w:basedOn w:val="DefaultParagraphFont"/>
    <w:uiPriority w:val="99"/>
    <w:unhideWhenUsed/>
    <w:rsid w:val="00903D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26" Type="http://schemas.openxmlformats.org/officeDocument/2006/relationships/image" Target="media/image18.wmf"/><Relationship Id="rId39" Type="http://schemas.openxmlformats.org/officeDocument/2006/relationships/image" Target="media/image29.png"/><Relationship Id="rId3" Type="http://schemas.openxmlformats.org/officeDocument/2006/relationships/styles" Target="styles.xml"/><Relationship Id="rId21" Type="http://schemas.openxmlformats.org/officeDocument/2006/relationships/image" Target="media/image13.wmf"/><Relationship Id="rId34" Type="http://schemas.openxmlformats.org/officeDocument/2006/relationships/hyperlink" Target="http://glynmathsgcse.wikispaces.com/METHODS+Revision" TargetMode="External"/><Relationship Id="rId42" Type="http://schemas.openxmlformats.org/officeDocument/2006/relationships/image" Target="media/image32.png"/><Relationship Id="rId47" Type="http://schemas.openxmlformats.org/officeDocument/2006/relationships/image" Target="media/image37.png"/><Relationship Id="rId50" Type="http://schemas.openxmlformats.org/officeDocument/2006/relationships/image" Target="media/image40.png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5" Type="http://schemas.openxmlformats.org/officeDocument/2006/relationships/image" Target="media/image17.wmf"/><Relationship Id="rId33" Type="http://schemas.openxmlformats.org/officeDocument/2006/relationships/image" Target="media/image25.wmf"/><Relationship Id="rId38" Type="http://schemas.openxmlformats.org/officeDocument/2006/relationships/image" Target="media/image28.png"/><Relationship Id="rId46" Type="http://schemas.openxmlformats.org/officeDocument/2006/relationships/image" Target="media/image36.png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image" Target="media/image12.wmf"/><Relationship Id="rId29" Type="http://schemas.openxmlformats.org/officeDocument/2006/relationships/image" Target="media/image21.wmf"/><Relationship Id="rId41" Type="http://schemas.openxmlformats.org/officeDocument/2006/relationships/image" Target="media/image31.png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24" Type="http://schemas.openxmlformats.org/officeDocument/2006/relationships/image" Target="media/image16.wmf"/><Relationship Id="rId32" Type="http://schemas.openxmlformats.org/officeDocument/2006/relationships/image" Target="media/image24.wmf"/><Relationship Id="rId37" Type="http://schemas.openxmlformats.org/officeDocument/2006/relationships/image" Target="media/image27.png"/><Relationship Id="rId40" Type="http://schemas.openxmlformats.org/officeDocument/2006/relationships/image" Target="media/image30.png"/><Relationship Id="rId45" Type="http://schemas.openxmlformats.org/officeDocument/2006/relationships/image" Target="media/image35.png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23" Type="http://schemas.openxmlformats.org/officeDocument/2006/relationships/image" Target="media/image15.png"/><Relationship Id="rId28" Type="http://schemas.openxmlformats.org/officeDocument/2006/relationships/image" Target="media/image20.wmf"/><Relationship Id="rId36" Type="http://schemas.openxmlformats.org/officeDocument/2006/relationships/hyperlink" Target="http://www.youtube.com/playlist?list=PL6gmFzbX96L1n1zqEgZq9Xca3qTbFk39R" TargetMode="External"/><Relationship Id="rId49" Type="http://schemas.openxmlformats.org/officeDocument/2006/relationships/image" Target="media/image39.png"/><Relationship Id="rId10" Type="http://schemas.openxmlformats.org/officeDocument/2006/relationships/image" Target="media/image2.png"/><Relationship Id="rId19" Type="http://schemas.openxmlformats.org/officeDocument/2006/relationships/image" Target="media/image11.wmf"/><Relationship Id="rId31" Type="http://schemas.openxmlformats.org/officeDocument/2006/relationships/image" Target="media/image23.wmf"/><Relationship Id="rId44" Type="http://schemas.openxmlformats.org/officeDocument/2006/relationships/image" Target="media/image34.png"/><Relationship Id="rId52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wmf"/><Relationship Id="rId22" Type="http://schemas.openxmlformats.org/officeDocument/2006/relationships/image" Target="media/image14.png"/><Relationship Id="rId27" Type="http://schemas.openxmlformats.org/officeDocument/2006/relationships/image" Target="media/image19.wmf"/><Relationship Id="rId30" Type="http://schemas.openxmlformats.org/officeDocument/2006/relationships/image" Target="media/image22.wmf"/><Relationship Id="rId35" Type="http://schemas.openxmlformats.org/officeDocument/2006/relationships/image" Target="media/image26.png"/><Relationship Id="rId43" Type="http://schemas.openxmlformats.org/officeDocument/2006/relationships/image" Target="media/image33.png"/><Relationship Id="rId48" Type="http://schemas.openxmlformats.org/officeDocument/2006/relationships/image" Target="media/image38.png"/><Relationship Id="rId8" Type="http://schemas.openxmlformats.org/officeDocument/2006/relationships/endnotes" Target="endnotes.xml"/><Relationship Id="rId51" Type="http://schemas.openxmlformats.org/officeDocument/2006/relationships/image" Target="media/image4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48390-0939-4C3C-97EF-7E657AD49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97860638</Template>
  <TotalTime>12</TotalTime>
  <Pages>14</Pages>
  <Words>1451</Words>
  <Characters>7449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Ashcombe School</Company>
  <LinksUpToDate>false</LinksUpToDate>
  <CharactersWithSpaces>8883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 Bright</dc:creator>
  <cp:lastModifiedBy>Catherine Brown</cp:lastModifiedBy>
  <cp:revision>6</cp:revision>
  <cp:lastPrinted>2012-03-14T07:35:00Z</cp:lastPrinted>
  <dcterms:created xsi:type="dcterms:W3CDTF">2013-11-11T14:45:00Z</dcterms:created>
  <dcterms:modified xsi:type="dcterms:W3CDTF">2013-11-11T15:23:00Z</dcterms:modified>
</cp:coreProperties>
</file>